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D0D" w:rsidRPr="00401E9D" w:rsidRDefault="008300E4" w:rsidP="008300E4">
      <w:pPr>
        <w:spacing w:after="240"/>
        <w:jc w:val="center"/>
        <w:rPr>
          <w:b/>
          <w:color w:val="000000"/>
          <w:sz w:val="28"/>
          <w:szCs w:val="28"/>
          <w:u w:val="single"/>
        </w:rPr>
      </w:pPr>
      <w:r w:rsidRPr="00401E9D">
        <w:rPr>
          <w:b/>
          <w:color w:val="000000"/>
          <w:sz w:val="28"/>
          <w:szCs w:val="28"/>
          <w:u w:val="single"/>
        </w:rPr>
        <w:t>Část V. – Osnovy</w:t>
      </w:r>
    </w:p>
    <w:p w:rsidR="006E4116" w:rsidRPr="00401E9D" w:rsidRDefault="006E4116" w:rsidP="006E4116">
      <w:pPr>
        <w:spacing w:after="120"/>
        <w:jc w:val="center"/>
        <w:rPr>
          <w:b/>
          <w:color w:val="000000"/>
        </w:rPr>
      </w:pPr>
      <w:r w:rsidRPr="00401E9D">
        <w:rPr>
          <w:b/>
          <w:color w:val="000000"/>
        </w:rPr>
        <w:t>I. a II. stupeň</w:t>
      </w:r>
    </w:p>
    <w:p w:rsidR="008300E4" w:rsidRPr="00401E9D" w:rsidRDefault="00843D0D" w:rsidP="00FB13C1">
      <w:pPr>
        <w:pStyle w:val="Nadpis1"/>
        <w:autoSpaceDE w:val="0"/>
        <w:autoSpaceDN w:val="0"/>
        <w:adjustRightInd w:val="0"/>
        <w:spacing w:after="120"/>
        <w:jc w:val="center"/>
        <w:rPr>
          <w:bCs/>
          <w:caps/>
          <w:color w:val="000000"/>
          <w:sz w:val="24"/>
          <w:szCs w:val="24"/>
        </w:rPr>
      </w:pPr>
      <w:r w:rsidRPr="00401E9D">
        <w:rPr>
          <w:bCs/>
          <w:caps/>
          <w:color w:val="000000"/>
          <w:sz w:val="24"/>
          <w:szCs w:val="24"/>
        </w:rPr>
        <w:t>Kapitola</w:t>
      </w:r>
      <w:r w:rsidR="008F68CC" w:rsidRPr="00401E9D">
        <w:rPr>
          <w:bCs/>
          <w:caps/>
          <w:color w:val="000000"/>
          <w:sz w:val="24"/>
          <w:szCs w:val="24"/>
        </w:rPr>
        <w:t xml:space="preserve"> </w:t>
      </w:r>
      <w:r w:rsidR="00FB13C1">
        <w:rPr>
          <w:bCs/>
          <w:caps/>
          <w:color w:val="000000"/>
          <w:sz w:val="24"/>
          <w:szCs w:val="24"/>
        </w:rPr>
        <w:t>40</w:t>
      </w:r>
      <w:r w:rsidR="00A661B1" w:rsidRPr="00401E9D">
        <w:rPr>
          <w:bCs/>
          <w:caps/>
          <w:color w:val="000000"/>
          <w:sz w:val="24"/>
          <w:szCs w:val="24"/>
        </w:rPr>
        <w:t xml:space="preserve">. </w:t>
      </w:r>
      <w:r w:rsidR="00146398">
        <w:rPr>
          <w:bCs/>
          <w:caps/>
          <w:color w:val="000000"/>
          <w:sz w:val="24"/>
          <w:szCs w:val="24"/>
        </w:rPr>
        <w:t>– DOPLŇKOVÝ   VZDĚLÁVACÍ</w:t>
      </w:r>
      <w:bookmarkStart w:id="0" w:name="_GoBack"/>
      <w:bookmarkEnd w:id="0"/>
      <w:r w:rsidR="00146398">
        <w:rPr>
          <w:bCs/>
          <w:caps/>
          <w:color w:val="000000"/>
          <w:sz w:val="24"/>
          <w:szCs w:val="24"/>
        </w:rPr>
        <w:t xml:space="preserve">   OBOR</w:t>
      </w:r>
    </w:p>
    <w:p w:rsidR="004404C6" w:rsidRPr="00401E9D" w:rsidRDefault="00146398" w:rsidP="004404C6">
      <w:pPr>
        <w:pStyle w:val="Nadpis4"/>
        <w:autoSpaceDE w:val="0"/>
        <w:autoSpaceDN w:val="0"/>
        <w:adjustRightInd w:val="0"/>
        <w:spacing w:before="0" w:after="120"/>
        <w:rPr>
          <w:i/>
          <w:color w:val="000000"/>
          <w:sz w:val="24"/>
          <w:szCs w:val="20"/>
          <w:u w:val="single"/>
        </w:rPr>
      </w:pPr>
      <w:r>
        <w:rPr>
          <w:rFonts w:ascii="Arial" w:hAnsi="Arial" w:cs="Arial"/>
          <w:bCs w:val="0"/>
          <w:color w:val="000000"/>
        </w:rPr>
        <w:t xml:space="preserve">Etická </w:t>
      </w:r>
      <w:r w:rsidR="004404C6" w:rsidRPr="00401E9D">
        <w:rPr>
          <w:rFonts w:ascii="Arial" w:hAnsi="Arial" w:cs="Arial"/>
          <w:bCs w:val="0"/>
          <w:color w:val="000000"/>
        </w:rPr>
        <w:t xml:space="preserve"> výchova</w:t>
      </w:r>
      <w:r w:rsidR="004404C6" w:rsidRPr="00401E9D">
        <w:rPr>
          <w:i/>
          <w:color w:val="000000"/>
          <w:sz w:val="24"/>
          <w:szCs w:val="20"/>
          <w:u w:val="single"/>
        </w:rPr>
        <w:t xml:space="preserve"> </w:t>
      </w:r>
    </w:p>
    <w:p w:rsidR="004404C6" w:rsidRPr="00401E9D" w:rsidRDefault="004404C6" w:rsidP="004404C6">
      <w:pPr>
        <w:pStyle w:val="Nadpis4"/>
        <w:autoSpaceDE w:val="0"/>
        <w:autoSpaceDN w:val="0"/>
        <w:adjustRightInd w:val="0"/>
        <w:spacing w:before="0" w:after="120"/>
        <w:rPr>
          <w:i/>
          <w:color w:val="000000"/>
          <w:sz w:val="24"/>
          <w:szCs w:val="20"/>
          <w:u w:val="single"/>
        </w:rPr>
      </w:pPr>
      <w:r w:rsidRPr="00401E9D">
        <w:rPr>
          <w:i/>
          <w:color w:val="000000"/>
          <w:sz w:val="24"/>
          <w:szCs w:val="20"/>
          <w:u w:val="single"/>
        </w:rPr>
        <w:t>Obsahové, časové a organizační vymezení předmětu</w:t>
      </w:r>
    </w:p>
    <w:p w:rsidR="004404C6" w:rsidRDefault="00146398" w:rsidP="00146398">
      <w:pPr>
        <w:rPr>
          <w:color w:val="000000"/>
        </w:rPr>
      </w:pPr>
      <w:r>
        <w:rPr>
          <w:color w:val="000000"/>
        </w:rPr>
        <w:t>Problematika EtV</w:t>
      </w:r>
      <w:r w:rsidR="004404C6" w:rsidRPr="00401E9D">
        <w:rPr>
          <w:color w:val="000000"/>
        </w:rPr>
        <w:t xml:space="preserve"> bude </w:t>
      </w:r>
      <w:r w:rsidR="000A590D" w:rsidRPr="00401E9D">
        <w:rPr>
          <w:color w:val="000000"/>
        </w:rPr>
        <w:t>včleněna do</w:t>
      </w:r>
      <w:r w:rsidR="004404C6" w:rsidRPr="00401E9D">
        <w:rPr>
          <w:color w:val="000000"/>
        </w:rPr>
        <w:t xml:space="preserve"> vzdělávacích </w:t>
      </w:r>
      <w:r w:rsidR="000A590D" w:rsidRPr="00401E9D">
        <w:rPr>
          <w:color w:val="000000"/>
        </w:rPr>
        <w:t>obsahů jednotlivých</w:t>
      </w:r>
      <w:r w:rsidR="004404C6" w:rsidRPr="00401E9D">
        <w:rPr>
          <w:color w:val="000000"/>
        </w:rPr>
        <w:t xml:space="preserve"> předmětů </w:t>
      </w:r>
      <w:r>
        <w:rPr>
          <w:color w:val="000000"/>
        </w:rPr>
        <w:t>. EtV povede k navazování a udržování uspokojivých vztahů, k vytvoření si pravdivé představy o sobě samém, k tvořivému řešení každodenních problémů, k formulaci svých názorů a postojů na základě vlastního úsudku s využitím       poznatků z diskuze s druhými, ke kritickému vnímání vlivu vzorů při vytváření vlastního světonázoru, k pochopení  základních environmentálních a ekologických problémů a souvislostí moderního světa.</w:t>
      </w:r>
    </w:p>
    <w:p w:rsidR="00146398" w:rsidRDefault="00146398" w:rsidP="00146398">
      <w:pPr>
        <w:rPr>
          <w:color w:val="000000"/>
        </w:rPr>
      </w:pPr>
    </w:p>
    <w:p w:rsidR="00146398" w:rsidRDefault="00146398" w:rsidP="00146398">
      <w:pPr>
        <w:rPr>
          <w:color w:val="000000"/>
        </w:rPr>
      </w:pPr>
      <w:r>
        <w:rPr>
          <w:color w:val="000000"/>
        </w:rPr>
        <w:t>EtV u žáka rozvíjí sociální dovednosti, které jsou zaměřeny nejen na vlastní prospěch, ale také na prospěch jiných lidí a celé společnosti, na samostatné pozorování s následným kritickým posouzením a vyvozením závěru pro praktický život, samostatnost při hledání vho</w:t>
      </w:r>
      <w:r w:rsidR="006D62EC">
        <w:rPr>
          <w:color w:val="000000"/>
        </w:rPr>
        <w:t>dných způsobů řešení problémů, s</w:t>
      </w:r>
      <w:r>
        <w:rPr>
          <w:color w:val="000000"/>
        </w:rPr>
        <w:t>právné z</w:t>
      </w:r>
      <w:r w:rsidR="006D62EC">
        <w:rPr>
          <w:color w:val="000000"/>
        </w:rPr>
        <w:t>působy komunikace, respekt k hodnotám, názorům a přesvědčení jiných lidí, schopnost vcítit se do situací ostatních lidí, pozitivní představu o sobě samém a schopnost účinné spolupráce.</w:t>
      </w:r>
    </w:p>
    <w:p w:rsidR="006D62EC" w:rsidRDefault="006D62EC" w:rsidP="00146398">
      <w:pPr>
        <w:rPr>
          <w:color w:val="000000"/>
        </w:rPr>
      </w:pPr>
    </w:p>
    <w:p w:rsidR="006D62EC" w:rsidRDefault="006D62EC" w:rsidP="00146398">
      <w:pPr>
        <w:rPr>
          <w:color w:val="000000"/>
        </w:rPr>
      </w:pPr>
      <w:r>
        <w:rPr>
          <w:color w:val="000000"/>
        </w:rPr>
        <w:t>Vzdělávání je založeno na zásadách svobodného šíření poznatků, které vyplývají z výsledků soudobého stavu poznávání světa a jsou v souladu s obecnými cíli vzdělávání.</w:t>
      </w:r>
    </w:p>
    <w:p w:rsidR="006D62EC" w:rsidRDefault="006D62EC" w:rsidP="00146398">
      <w:pPr>
        <w:rPr>
          <w:color w:val="000000"/>
        </w:rPr>
      </w:pPr>
    </w:p>
    <w:p w:rsidR="006D62EC" w:rsidRDefault="006D62EC" w:rsidP="00146398">
      <w:pPr>
        <w:rPr>
          <w:color w:val="000000"/>
        </w:rPr>
      </w:pPr>
      <w:r>
        <w:rPr>
          <w:color w:val="000000"/>
        </w:rPr>
        <w:t>METODY</w:t>
      </w:r>
    </w:p>
    <w:p w:rsidR="006D62EC" w:rsidRDefault="006D62EC" w:rsidP="006D62EC">
      <w:pPr>
        <w:numPr>
          <w:ilvl w:val="0"/>
          <w:numId w:val="2"/>
        </w:numPr>
        <w:rPr>
          <w:color w:val="000000"/>
        </w:rPr>
      </w:pPr>
      <w:r>
        <w:rPr>
          <w:color w:val="000000"/>
        </w:rPr>
        <w:t>Prožitkové metody</w:t>
      </w:r>
    </w:p>
    <w:p w:rsidR="006D62EC" w:rsidRDefault="006D62EC" w:rsidP="006D62EC">
      <w:pPr>
        <w:numPr>
          <w:ilvl w:val="0"/>
          <w:numId w:val="2"/>
        </w:numPr>
        <w:rPr>
          <w:color w:val="000000"/>
        </w:rPr>
      </w:pPr>
      <w:r>
        <w:rPr>
          <w:color w:val="000000"/>
        </w:rPr>
        <w:t>Informace z médií</w:t>
      </w:r>
    </w:p>
    <w:p w:rsidR="006D62EC" w:rsidRDefault="006D62EC" w:rsidP="006D62EC">
      <w:pPr>
        <w:numPr>
          <w:ilvl w:val="0"/>
          <w:numId w:val="2"/>
        </w:numPr>
        <w:rPr>
          <w:color w:val="000000"/>
        </w:rPr>
      </w:pPr>
      <w:r>
        <w:rPr>
          <w:color w:val="000000"/>
        </w:rPr>
        <w:t>Rozhovory s rodiči nebo jinými osobami</w:t>
      </w:r>
    </w:p>
    <w:p w:rsidR="006D62EC" w:rsidRDefault="006D62EC" w:rsidP="006D62EC">
      <w:pPr>
        <w:numPr>
          <w:ilvl w:val="0"/>
          <w:numId w:val="2"/>
        </w:numPr>
        <w:rPr>
          <w:color w:val="000000"/>
        </w:rPr>
      </w:pPr>
      <w:r>
        <w:rPr>
          <w:color w:val="000000"/>
        </w:rPr>
        <w:t>Vedení deníku</w:t>
      </w:r>
    </w:p>
    <w:p w:rsidR="006D62EC" w:rsidRDefault="006D62EC" w:rsidP="006D62EC">
      <w:pPr>
        <w:numPr>
          <w:ilvl w:val="0"/>
          <w:numId w:val="2"/>
        </w:numPr>
        <w:rPr>
          <w:color w:val="000000"/>
        </w:rPr>
      </w:pPr>
      <w:r>
        <w:rPr>
          <w:color w:val="000000"/>
        </w:rPr>
        <w:t>Psychohry</w:t>
      </w:r>
    </w:p>
    <w:p w:rsidR="006D62EC" w:rsidRDefault="006D62EC" w:rsidP="006D62EC">
      <w:pPr>
        <w:numPr>
          <w:ilvl w:val="0"/>
          <w:numId w:val="2"/>
        </w:numPr>
        <w:rPr>
          <w:color w:val="000000"/>
        </w:rPr>
      </w:pPr>
      <w:r>
        <w:rPr>
          <w:color w:val="000000"/>
        </w:rPr>
        <w:t>Projektové vyučování</w:t>
      </w:r>
    </w:p>
    <w:p w:rsidR="006D62EC" w:rsidRDefault="006D62EC" w:rsidP="006D62EC">
      <w:pPr>
        <w:numPr>
          <w:ilvl w:val="0"/>
          <w:numId w:val="2"/>
        </w:numPr>
        <w:rPr>
          <w:color w:val="000000"/>
        </w:rPr>
      </w:pPr>
      <w:r>
        <w:rPr>
          <w:color w:val="000000"/>
        </w:rPr>
        <w:t>Práce s obrazem</w:t>
      </w:r>
    </w:p>
    <w:p w:rsidR="006D62EC" w:rsidRDefault="006D62EC" w:rsidP="006D62EC">
      <w:pPr>
        <w:numPr>
          <w:ilvl w:val="0"/>
          <w:numId w:val="2"/>
        </w:numPr>
        <w:rPr>
          <w:color w:val="000000"/>
        </w:rPr>
      </w:pPr>
      <w:r>
        <w:rPr>
          <w:color w:val="000000"/>
        </w:rPr>
        <w:t>Práce s hudbou</w:t>
      </w:r>
    </w:p>
    <w:p w:rsidR="006D62EC" w:rsidRDefault="006D62EC" w:rsidP="006D62EC">
      <w:pPr>
        <w:numPr>
          <w:ilvl w:val="0"/>
          <w:numId w:val="2"/>
        </w:numPr>
        <w:rPr>
          <w:color w:val="000000"/>
        </w:rPr>
      </w:pPr>
      <w:r>
        <w:rPr>
          <w:color w:val="000000"/>
        </w:rPr>
        <w:t>Skupinová spolupráce</w:t>
      </w:r>
    </w:p>
    <w:p w:rsidR="006D62EC" w:rsidRDefault="006D62EC" w:rsidP="006D62EC">
      <w:pPr>
        <w:numPr>
          <w:ilvl w:val="0"/>
          <w:numId w:val="2"/>
        </w:numPr>
        <w:rPr>
          <w:color w:val="000000"/>
        </w:rPr>
      </w:pPr>
      <w:r>
        <w:rPr>
          <w:color w:val="000000"/>
        </w:rPr>
        <w:t>Kooperativní učení</w:t>
      </w:r>
    </w:p>
    <w:p w:rsidR="006D62EC" w:rsidRDefault="006D62EC" w:rsidP="006D62EC">
      <w:pPr>
        <w:numPr>
          <w:ilvl w:val="0"/>
          <w:numId w:val="2"/>
        </w:numPr>
        <w:rPr>
          <w:color w:val="000000"/>
        </w:rPr>
      </w:pPr>
      <w:r>
        <w:rPr>
          <w:color w:val="000000"/>
        </w:rPr>
        <w:t>Dramatizace</w:t>
      </w:r>
      <w:r w:rsidR="00FB13C1">
        <w:rPr>
          <w:color w:val="000000"/>
        </w:rPr>
        <w:t xml:space="preserve"> a další vyplynulé z praxe</w:t>
      </w:r>
    </w:p>
    <w:p w:rsidR="00FB13C1" w:rsidRPr="004078C8" w:rsidRDefault="00FB13C1" w:rsidP="00FB13C1">
      <w:pPr>
        <w:rPr>
          <w:b/>
          <w:sz w:val="32"/>
          <w:szCs w:val="32"/>
        </w:rPr>
      </w:pPr>
      <w:r w:rsidRPr="00BC692E">
        <w:rPr>
          <w:b/>
          <w:sz w:val="32"/>
          <w:szCs w:val="32"/>
        </w:rPr>
        <w:lastRenderedPageBreak/>
        <w:t>Vzdělávací oblast</w:t>
      </w:r>
      <w:r>
        <w:rPr>
          <w:b/>
          <w:sz w:val="32"/>
          <w:szCs w:val="32"/>
        </w:rPr>
        <w:t xml:space="preserve">:     </w:t>
      </w:r>
      <w:r w:rsidRPr="004078C8">
        <w:rPr>
          <w:b/>
          <w:sz w:val="32"/>
          <w:szCs w:val="32"/>
        </w:rPr>
        <w:t xml:space="preserve">Etická výchova 1. stupeň </w:t>
      </w:r>
    </w:p>
    <w:p w:rsidR="00694C7E" w:rsidRPr="004078C8" w:rsidRDefault="00694C7E" w:rsidP="00694C7E">
      <w:pPr>
        <w:rPr>
          <w:b/>
          <w:i/>
        </w:rPr>
      </w:pPr>
    </w:p>
    <w:tbl>
      <w:tblPr>
        <w:tblW w:w="1382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4"/>
        <w:gridCol w:w="5147"/>
        <w:gridCol w:w="857"/>
        <w:gridCol w:w="851"/>
        <w:gridCol w:w="850"/>
        <w:gridCol w:w="851"/>
        <w:gridCol w:w="850"/>
      </w:tblGrid>
      <w:tr w:rsidR="00694C7E" w:rsidRPr="00FA5F0E" w:rsidTr="00694C7E">
        <w:trPr>
          <w:trHeight w:val="397"/>
          <w:jc w:val="center"/>
        </w:trPr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7E" w:rsidRPr="004F3D2F" w:rsidRDefault="00694C7E" w:rsidP="00694C7E">
            <w:pPr>
              <w:jc w:val="center"/>
              <w:rPr>
                <w:rFonts w:ascii="Calibri" w:hAnsi="Calibri"/>
                <w:color w:val="000000"/>
              </w:rPr>
            </w:pPr>
            <w:r w:rsidRPr="004F3D2F">
              <w:rPr>
                <w:rFonts w:ascii="Calibri" w:hAnsi="Calibri"/>
                <w:color w:val="000000"/>
              </w:rPr>
              <w:t>Výstup</w:t>
            </w:r>
          </w:p>
        </w:tc>
        <w:tc>
          <w:tcPr>
            <w:tcW w:w="5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7E" w:rsidRPr="00FA5F0E" w:rsidRDefault="00694C7E" w:rsidP="00694C7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Učivo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7E" w:rsidRPr="00FA5F0E" w:rsidRDefault="00694C7E" w:rsidP="00694C7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4C7E" w:rsidRPr="00FA5F0E" w:rsidRDefault="00694C7E" w:rsidP="00694C7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7E" w:rsidRPr="00FA5F0E" w:rsidRDefault="00694C7E" w:rsidP="00694C7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7E" w:rsidRPr="00FA5F0E" w:rsidRDefault="00694C7E" w:rsidP="00694C7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7E" w:rsidRPr="00FA5F0E" w:rsidRDefault="00694C7E" w:rsidP="00694C7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5.</w:t>
            </w:r>
          </w:p>
        </w:tc>
      </w:tr>
      <w:tr w:rsidR="00694C7E" w:rsidRPr="00FA5F0E" w:rsidTr="00694C7E">
        <w:trPr>
          <w:trHeight w:val="3843"/>
          <w:jc w:val="center"/>
        </w:trPr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4C7E" w:rsidRDefault="00694C7E" w:rsidP="00694C7E">
            <w:pPr>
              <w:rPr>
                <w:rFonts w:ascii="Calibri" w:hAnsi="Calibri"/>
                <w:color w:val="000000"/>
              </w:rPr>
            </w:pPr>
          </w:p>
          <w:p w:rsidR="00694C7E" w:rsidRPr="0042658C" w:rsidRDefault="00694C7E" w:rsidP="00694C7E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>
              <w:rPr>
                <w:rFonts w:eastAsia="Times New Roman"/>
                <w:color w:val="000000"/>
                <w:lang w:eastAsia="cs-CZ"/>
              </w:rPr>
              <w:t>období</w:t>
            </w:r>
          </w:p>
          <w:p w:rsidR="00694C7E" w:rsidRPr="004F3D2F" w:rsidRDefault="00694C7E" w:rsidP="00694C7E">
            <w:pPr>
              <w:rPr>
                <w:rFonts w:ascii="Calibri" w:hAnsi="Calibri"/>
                <w:color w:val="000000"/>
              </w:rPr>
            </w:pPr>
            <w:r w:rsidRPr="004F3D2F">
              <w:rPr>
                <w:rFonts w:ascii="Calibri" w:hAnsi="Calibri"/>
                <w:color w:val="000000"/>
              </w:rPr>
              <w:t>Osvojí si oslovování křestními jmény,používá vhodné formy pozdravu, naslouchání, dodržuje jednoduchá komunikační pravidla ve třídě, poděkuje, omluví se,</w:t>
            </w:r>
          </w:p>
          <w:p w:rsidR="00694C7E" w:rsidRPr="004F3D2F" w:rsidRDefault="00694C7E" w:rsidP="00694C7E">
            <w:pPr>
              <w:rPr>
                <w:rFonts w:ascii="Calibri" w:hAnsi="Calibri"/>
                <w:color w:val="000000"/>
              </w:rPr>
            </w:pPr>
            <w:r w:rsidRPr="004F3D2F">
              <w:rPr>
                <w:rFonts w:ascii="Calibri" w:hAnsi="Calibri"/>
                <w:color w:val="000000"/>
              </w:rPr>
              <w:t>Podílí se na vytváření společenství třídy prostřednictvím dodržování jasných a splnitelných pravidel.</w:t>
            </w:r>
          </w:p>
          <w:p w:rsidR="00694C7E" w:rsidRDefault="00694C7E" w:rsidP="00694C7E">
            <w:pPr>
              <w:rPr>
                <w:rFonts w:ascii="Calibri" w:hAnsi="Calibri"/>
                <w:color w:val="000000"/>
              </w:rPr>
            </w:pPr>
          </w:p>
          <w:p w:rsidR="00694C7E" w:rsidRPr="004F3D2F" w:rsidRDefault="00694C7E" w:rsidP="00694C7E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514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694C7E" w:rsidRPr="00E214BF" w:rsidRDefault="00694C7E" w:rsidP="00694C7E">
            <w:pPr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 w:rsidRPr="00E214BF">
              <w:rPr>
                <w:rFonts w:ascii="Calibri" w:hAnsi="Calibri"/>
                <w:b/>
                <w:color w:val="000000"/>
                <w:sz w:val="28"/>
                <w:szCs w:val="28"/>
              </w:rPr>
              <w:t xml:space="preserve">Základní komunikační dovednosti                 </w:t>
            </w:r>
          </w:p>
          <w:p w:rsidR="00694C7E" w:rsidRDefault="00694C7E" w:rsidP="00694C7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</w:t>
            </w:r>
            <w:r w:rsidRPr="00A83516">
              <w:rPr>
                <w:rFonts w:ascii="Calibri" w:hAnsi="Calibri"/>
                <w:b/>
                <w:i/>
                <w:color w:val="000000"/>
              </w:rPr>
              <w:t>komunikace při vytváření výchovného kolektivu</w:t>
            </w:r>
            <w:r>
              <w:rPr>
                <w:rFonts w:ascii="Calibri" w:hAnsi="Calibri"/>
                <w:color w:val="000000"/>
              </w:rPr>
              <w:t xml:space="preserve"> /představení, zdvořilost, vytvoření komunikačních pravidel kolektivu/</w:t>
            </w:r>
          </w:p>
          <w:p w:rsidR="00694C7E" w:rsidRDefault="00694C7E" w:rsidP="00694C7E">
            <w:pPr>
              <w:rPr>
                <w:rFonts w:ascii="Calibri" w:hAnsi="Calibri"/>
                <w:color w:val="000000"/>
              </w:rPr>
            </w:pPr>
          </w:p>
          <w:p w:rsidR="00694C7E" w:rsidRDefault="00694C7E" w:rsidP="00694C7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</w:t>
            </w:r>
            <w:r w:rsidRPr="00A83516">
              <w:rPr>
                <w:rFonts w:ascii="Calibri" w:hAnsi="Calibri"/>
                <w:b/>
                <w:i/>
                <w:color w:val="000000"/>
              </w:rPr>
              <w:t>verbální komunikace</w:t>
            </w:r>
            <w:r>
              <w:rPr>
                <w:rFonts w:ascii="Calibri" w:hAnsi="Calibri"/>
                <w:color w:val="000000"/>
              </w:rPr>
              <w:t xml:space="preserve"> /pozdrav, otázka, prosba, poděkování, omluva/</w:t>
            </w:r>
          </w:p>
          <w:p w:rsidR="00694C7E" w:rsidRDefault="00694C7E" w:rsidP="00694C7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-neverbální komunikace/seznámí  s možnostmi NK, postoje těla, mimika, zrakový kontakt, gesta/</w:t>
            </w:r>
          </w:p>
          <w:p w:rsidR="00694C7E" w:rsidRDefault="00694C7E" w:rsidP="00694C7E">
            <w:pPr>
              <w:rPr>
                <w:rFonts w:ascii="Calibri" w:hAnsi="Calibri"/>
                <w:b/>
                <w:color w:val="000000"/>
              </w:rPr>
            </w:pPr>
            <w:r w:rsidRPr="00805DBA">
              <w:rPr>
                <w:rFonts w:ascii="Calibri" w:hAnsi="Calibri"/>
                <w:b/>
                <w:color w:val="000000"/>
              </w:rPr>
              <w:t xml:space="preserve"> </w:t>
            </w:r>
          </w:p>
          <w:p w:rsidR="00694C7E" w:rsidRPr="00805DBA" w:rsidRDefault="00694C7E" w:rsidP="00694C7E">
            <w:pPr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-</w:t>
            </w:r>
            <w:r w:rsidRPr="00A83516">
              <w:rPr>
                <w:rFonts w:ascii="Calibri" w:hAnsi="Calibri"/>
                <w:b/>
                <w:i/>
                <w:color w:val="000000"/>
              </w:rPr>
              <w:t>komunikace citů</w:t>
            </w:r>
            <w:r>
              <w:rPr>
                <w:rFonts w:ascii="Calibri" w:hAnsi="Calibri"/>
                <w:color w:val="000000"/>
              </w:rPr>
              <w:t xml:space="preserve"> /identifikace,usměrňování základních citů, pocity spokojenosti,radosti, sympatie, smutku, obav, hněvu/</w:t>
            </w:r>
            <w:r w:rsidRPr="0011398F">
              <w:rPr>
                <w:rFonts w:ascii="Calibri" w:hAnsi="Calibri"/>
                <w:color w:val="000000"/>
              </w:rPr>
              <w:t xml:space="preserve">   </w:t>
            </w:r>
            <w:r w:rsidRPr="00805DBA">
              <w:rPr>
                <w:rFonts w:ascii="Calibri" w:hAnsi="Calibri"/>
                <w:b/>
                <w:color w:val="000000"/>
              </w:rPr>
              <w:t xml:space="preserve">         </w:t>
            </w:r>
          </w:p>
          <w:p w:rsidR="00694C7E" w:rsidRPr="00FA5F0E" w:rsidRDefault="00694C7E" w:rsidP="00694C7E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4C7E" w:rsidRDefault="00694C7E" w:rsidP="00694C7E">
            <w:pPr>
              <w:rPr>
                <w:rFonts w:ascii="Calibri" w:hAnsi="Calibri"/>
                <w:color w:val="000000"/>
              </w:rPr>
            </w:pPr>
          </w:p>
          <w:p w:rsidR="00694C7E" w:rsidRDefault="00694C7E" w:rsidP="00694C7E">
            <w:pPr>
              <w:rPr>
                <w:rFonts w:ascii="Calibri" w:hAnsi="Calibri"/>
                <w:color w:val="000000"/>
              </w:rPr>
            </w:pPr>
          </w:p>
          <w:p w:rsidR="00694C7E" w:rsidRDefault="00694C7E" w:rsidP="00694C7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Prv</w:t>
            </w:r>
          </w:p>
          <w:p w:rsidR="00694C7E" w:rsidRDefault="00694C7E" w:rsidP="00694C7E">
            <w:pPr>
              <w:rPr>
                <w:rFonts w:ascii="Calibri" w:hAnsi="Calibri"/>
                <w:color w:val="000000"/>
              </w:rPr>
            </w:pPr>
          </w:p>
          <w:p w:rsidR="00694C7E" w:rsidRDefault="00694C7E" w:rsidP="00694C7E">
            <w:pPr>
              <w:rPr>
                <w:rFonts w:ascii="Calibri" w:hAnsi="Calibri"/>
                <w:color w:val="000000"/>
              </w:rPr>
            </w:pPr>
          </w:p>
          <w:p w:rsidR="00694C7E" w:rsidRDefault="00694C7E" w:rsidP="00694C7E">
            <w:pPr>
              <w:rPr>
                <w:rFonts w:ascii="Calibri" w:hAnsi="Calibri"/>
                <w:color w:val="000000"/>
              </w:rPr>
            </w:pPr>
          </w:p>
          <w:p w:rsidR="00694C7E" w:rsidRDefault="00694C7E" w:rsidP="00694C7E">
            <w:pPr>
              <w:rPr>
                <w:rFonts w:ascii="Calibri" w:hAnsi="Calibri"/>
                <w:color w:val="000000"/>
              </w:rPr>
            </w:pPr>
          </w:p>
          <w:p w:rsidR="00694C7E" w:rsidRDefault="00694C7E" w:rsidP="00694C7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ČJ + AJ</w:t>
            </w:r>
          </w:p>
          <w:p w:rsidR="00694C7E" w:rsidRDefault="00694C7E" w:rsidP="00694C7E">
            <w:pPr>
              <w:rPr>
                <w:rFonts w:ascii="Calibri" w:hAnsi="Calibri"/>
                <w:color w:val="000000"/>
              </w:rPr>
            </w:pPr>
          </w:p>
          <w:p w:rsidR="00694C7E" w:rsidRDefault="00694C7E" w:rsidP="00694C7E">
            <w:pPr>
              <w:rPr>
                <w:rFonts w:ascii="Calibri" w:hAnsi="Calibri"/>
                <w:color w:val="000000"/>
              </w:rPr>
            </w:pPr>
          </w:p>
          <w:p w:rsidR="00694C7E" w:rsidRDefault="00694C7E" w:rsidP="00694C7E">
            <w:pPr>
              <w:rPr>
                <w:rFonts w:ascii="Calibri" w:hAnsi="Calibri"/>
                <w:color w:val="000000"/>
              </w:rPr>
            </w:pPr>
          </w:p>
          <w:p w:rsidR="00694C7E" w:rsidRDefault="00694C7E" w:rsidP="00694C7E">
            <w:pPr>
              <w:rPr>
                <w:rFonts w:ascii="Calibri" w:hAnsi="Calibri"/>
                <w:color w:val="000000"/>
              </w:rPr>
            </w:pPr>
          </w:p>
          <w:p w:rsidR="00694C7E" w:rsidRPr="00FA5F0E" w:rsidRDefault="00694C7E" w:rsidP="00694C7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TV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4C7E" w:rsidRDefault="00694C7E" w:rsidP="00694C7E">
            <w:pPr>
              <w:rPr>
                <w:rFonts w:ascii="Calibri" w:hAnsi="Calibri"/>
                <w:color w:val="000000"/>
              </w:rPr>
            </w:pPr>
          </w:p>
          <w:p w:rsidR="00694C7E" w:rsidRDefault="00694C7E" w:rsidP="00694C7E">
            <w:pPr>
              <w:rPr>
                <w:rFonts w:ascii="Calibri" w:hAnsi="Calibri"/>
                <w:color w:val="000000"/>
              </w:rPr>
            </w:pPr>
          </w:p>
          <w:p w:rsidR="00694C7E" w:rsidRDefault="00694C7E" w:rsidP="00694C7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PRV, AJ</w:t>
            </w:r>
          </w:p>
          <w:p w:rsidR="00694C7E" w:rsidRDefault="00694C7E" w:rsidP="00694C7E">
            <w:pPr>
              <w:rPr>
                <w:rFonts w:ascii="Calibri" w:hAnsi="Calibri"/>
                <w:color w:val="000000"/>
              </w:rPr>
            </w:pPr>
          </w:p>
          <w:p w:rsidR="00694C7E" w:rsidRDefault="00694C7E" w:rsidP="00694C7E">
            <w:pPr>
              <w:rPr>
                <w:rFonts w:ascii="Calibri" w:hAnsi="Calibri"/>
                <w:color w:val="000000"/>
              </w:rPr>
            </w:pPr>
          </w:p>
          <w:p w:rsidR="00694C7E" w:rsidRDefault="00694C7E" w:rsidP="00694C7E">
            <w:pPr>
              <w:rPr>
                <w:rFonts w:ascii="Calibri" w:hAnsi="Calibri"/>
                <w:color w:val="000000"/>
              </w:rPr>
            </w:pPr>
          </w:p>
          <w:p w:rsidR="00694C7E" w:rsidRDefault="00694C7E" w:rsidP="00694C7E">
            <w:pPr>
              <w:rPr>
                <w:rFonts w:ascii="Calibri" w:hAnsi="Calibri"/>
                <w:color w:val="000000"/>
              </w:rPr>
            </w:pPr>
          </w:p>
          <w:p w:rsidR="00694C7E" w:rsidRDefault="00694C7E" w:rsidP="00694C7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ČJ, AJ</w:t>
            </w:r>
          </w:p>
          <w:p w:rsidR="00694C7E" w:rsidRDefault="00694C7E" w:rsidP="00694C7E">
            <w:pPr>
              <w:rPr>
                <w:rFonts w:ascii="Calibri" w:hAnsi="Calibri"/>
                <w:color w:val="000000"/>
              </w:rPr>
            </w:pPr>
          </w:p>
          <w:p w:rsidR="00694C7E" w:rsidRDefault="00694C7E" w:rsidP="00694C7E">
            <w:pPr>
              <w:rPr>
                <w:rFonts w:ascii="Calibri" w:hAnsi="Calibri"/>
                <w:color w:val="000000"/>
              </w:rPr>
            </w:pPr>
          </w:p>
          <w:p w:rsidR="00694C7E" w:rsidRDefault="00694C7E" w:rsidP="00694C7E">
            <w:pPr>
              <w:rPr>
                <w:rFonts w:ascii="Calibri" w:hAnsi="Calibri"/>
                <w:color w:val="000000"/>
              </w:rPr>
            </w:pPr>
          </w:p>
          <w:p w:rsidR="00694C7E" w:rsidRDefault="00694C7E" w:rsidP="00694C7E">
            <w:pPr>
              <w:rPr>
                <w:rFonts w:ascii="Calibri" w:hAnsi="Calibri"/>
                <w:color w:val="000000"/>
              </w:rPr>
            </w:pPr>
          </w:p>
          <w:p w:rsidR="00694C7E" w:rsidRPr="00FA5F0E" w:rsidRDefault="00694C7E" w:rsidP="00694C7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HV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4C7E" w:rsidRDefault="00694C7E" w:rsidP="00694C7E">
            <w:pPr>
              <w:rPr>
                <w:rFonts w:ascii="Calibri" w:hAnsi="Calibri"/>
                <w:color w:val="000000"/>
              </w:rPr>
            </w:pPr>
          </w:p>
          <w:p w:rsidR="00694C7E" w:rsidRDefault="00694C7E" w:rsidP="00694C7E">
            <w:pPr>
              <w:rPr>
                <w:rFonts w:ascii="Calibri" w:hAnsi="Calibri"/>
                <w:color w:val="000000"/>
              </w:rPr>
            </w:pPr>
          </w:p>
          <w:p w:rsidR="00694C7E" w:rsidRDefault="00694C7E" w:rsidP="00694C7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ČJ, AJ</w:t>
            </w:r>
          </w:p>
          <w:p w:rsidR="00694C7E" w:rsidRDefault="00694C7E" w:rsidP="00694C7E">
            <w:pPr>
              <w:rPr>
                <w:rFonts w:ascii="Calibri" w:hAnsi="Calibri"/>
                <w:color w:val="000000"/>
              </w:rPr>
            </w:pPr>
          </w:p>
          <w:p w:rsidR="00694C7E" w:rsidRDefault="00694C7E" w:rsidP="00694C7E">
            <w:pPr>
              <w:rPr>
                <w:rFonts w:ascii="Calibri" w:hAnsi="Calibri"/>
                <w:color w:val="000000"/>
              </w:rPr>
            </w:pPr>
          </w:p>
          <w:p w:rsidR="00694C7E" w:rsidRDefault="00694C7E" w:rsidP="00694C7E">
            <w:pPr>
              <w:rPr>
                <w:rFonts w:ascii="Calibri" w:hAnsi="Calibri"/>
                <w:color w:val="000000"/>
              </w:rPr>
            </w:pPr>
          </w:p>
          <w:p w:rsidR="00694C7E" w:rsidRDefault="00694C7E" w:rsidP="00694C7E">
            <w:pPr>
              <w:rPr>
                <w:rFonts w:ascii="Calibri" w:hAnsi="Calibri"/>
                <w:color w:val="000000"/>
              </w:rPr>
            </w:pPr>
          </w:p>
          <w:p w:rsidR="00694C7E" w:rsidRDefault="00694C7E" w:rsidP="00694C7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ČJ, AJ</w:t>
            </w:r>
          </w:p>
          <w:p w:rsidR="00694C7E" w:rsidRDefault="00694C7E" w:rsidP="00694C7E">
            <w:pPr>
              <w:rPr>
                <w:rFonts w:ascii="Calibri" w:hAnsi="Calibri"/>
                <w:color w:val="000000"/>
              </w:rPr>
            </w:pPr>
          </w:p>
          <w:p w:rsidR="00694C7E" w:rsidRDefault="00694C7E" w:rsidP="00694C7E">
            <w:pPr>
              <w:rPr>
                <w:rFonts w:ascii="Calibri" w:hAnsi="Calibri"/>
                <w:color w:val="000000"/>
              </w:rPr>
            </w:pPr>
          </w:p>
          <w:p w:rsidR="00694C7E" w:rsidRDefault="00694C7E" w:rsidP="00694C7E">
            <w:pPr>
              <w:rPr>
                <w:rFonts w:ascii="Calibri" w:hAnsi="Calibri"/>
                <w:color w:val="000000"/>
              </w:rPr>
            </w:pPr>
          </w:p>
          <w:p w:rsidR="00694C7E" w:rsidRDefault="00694C7E" w:rsidP="00694C7E">
            <w:pPr>
              <w:rPr>
                <w:rFonts w:ascii="Calibri" w:hAnsi="Calibri"/>
                <w:color w:val="000000"/>
              </w:rPr>
            </w:pPr>
          </w:p>
          <w:p w:rsidR="00694C7E" w:rsidRPr="00FA5F0E" w:rsidRDefault="00694C7E" w:rsidP="00694C7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TV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C7E" w:rsidRPr="00FA5F0E" w:rsidRDefault="00694C7E" w:rsidP="00694C7E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C7E" w:rsidRPr="00FA5F0E" w:rsidRDefault="00694C7E" w:rsidP="00694C7E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694C7E" w:rsidRPr="00FA5F0E" w:rsidTr="00694C7E">
        <w:trPr>
          <w:trHeight w:val="1650"/>
          <w:jc w:val="center"/>
        </w:trPr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4C7E" w:rsidRPr="0042658C" w:rsidRDefault="00694C7E" w:rsidP="00694C7E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>
              <w:rPr>
                <w:rFonts w:eastAsia="Times New Roman"/>
                <w:color w:val="000000"/>
                <w:lang w:eastAsia="cs-CZ"/>
              </w:rPr>
              <w:t>období</w:t>
            </w:r>
          </w:p>
          <w:p w:rsidR="00694C7E" w:rsidRPr="004F3D2F" w:rsidRDefault="00694C7E" w:rsidP="00694C7E">
            <w:pPr>
              <w:rPr>
                <w:rFonts w:ascii="Calibri" w:hAnsi="Calibri"/>
                <w:color w:val="000000"/>
              </w:rPr>
            </w:pPr>
            <w:r w:rsidRPr="004F3D2F">
              <w:rPr>
                <w:rFonts w:ascii="Calibri" w:hAnsi="Calibri"/>
                <w:color w:val="000000"/>
              </w:rPr>
              <w:t xml:space="preserve">Reflektuje důležitost prvků neverbální komunikace, eliminuje hrubé výrazy z verbální komunikace, zvládá položit vhodnou otázku. </w:t>
            </w:r>
          </w:p>
          <w:p w:rsidR="00694C7E" w:rsidRDefault="00694C7E" w:rsidP="00694C7E">
            <w:pPr>
              <w:rPr>
                <w:rFonts w:ascii="Calibri" w:hAnsi="Calibri"/>
                <w:color w:val="000000"/>
              </w:rPr>
            </w:pPr>
            <w:r w:rsidRPr="004F3D2F">
              <w:rPr>
                <w:rFonts w:ascii="Calibri" w:hAnsi="Calibri"/>
                <w:color w:val="000000"/>
              </w:rPr>
              <w:t xml:space="preserve"> Identifikuje základní city, vede rozhovor s druhými o jejich prožitcích.</w:t>
            </w:r>
            <w:r>
              <w:rPr>
                <w:rFonts w:ascii="Calibri" w:hAnsi="Calibri"/>
                <w:color w:val="000000"/>
              </w:rPr>
              <w:t xml:space="preserve">    </w:t>
            </w:r>
          </w:p>
          <w:p w:rsidR="00694C7E" w:rsidRPr="004F3D2F" w:rsidRDefault="00694C7E" w:rsidP="00694C7E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51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4C7E" w:rsidRPr="00FA5F0E" w:rsidRDefault="00694C7E" w:rsidP="00694C7E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7E" w:rsidRPr="00FA5F0E" w:rsidRDefault="00694C7E" w:rsidP="00694C7E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4C7E" w:rsidRPr="00FA5F0E" w:rsidRDefault="00694C7E" w:rsidP="00694C7E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7E" w:rsidRPr="00FA5F0E" w:rsidRDefault="00694C7E" w:rsidP="00694C7E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7E" w:rsidRDefault="00694C7E" w:rsidP="00694C7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ČJ, AJ</w:t>
            </w:r>
          </w:p>
          <w:p w:rsidR="00694C7E" w:rsidRDefault="00694C7E" w:rsidP="00694C7E">
            <w:pPr>
              <w:rPr>
                <w:rFonts w:ascii="Calibri" w:hAnsi="Calibri"/>
                <w:color w:val="000000"/>
              </w:rPr>
            </w:pPr>
          </w:p>
          <w:p w:rsidR="00694C7E" w:rsidRDefault="00694C7E" w:rsidP="00694C7E">
            <w:pPr>
              <w:rPr>
                <w:rFonts w:ascii="Calibri" w:hAnsi="Calibri"/>
                <w:color w:val="000000"/>
              </w:rPr>
            </w:pPr>
          </w:p>
          <w:p w:rsidR="00694C7E" w:rsidRDefault="00694C7E" w:rsidP="00694C7E">
            <w:pPr>
              <w:rPr>
                <w:rFonts w:ascii="Calibri" w:hAnsi="Calibri"/>
                <w:color w:val="000000"/>
              </w:rPr>
            </w:pPr>
          </w:p>
          <w:p w:rsidR="00694C7E" w:rsidRDefault="00694C7E" w:rsidP="00694C7E">
            <w:pPr>
              <w:rPr>
                <w:rFonts w:ascii="Calibri" w:hAnsi="Calibri"/>
                <w:color w:val="000000"/>
              </w:rPr>
            </w:pPr>
          </w:p>
          <w:p w:rsidR="00694C7E" w:rsidRDefault="00694C7E" w:rsidP="00694C7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ČJ, AJ</w:t>
            </w:r>
          </w:p>
          <w:p w:rsidR="00694C7E" w:rsidRDefault="00694C7E" w:rsidP="00694C7E">
            <w:pPr>
              <w:rPr>
                <w:rFonts w:ascii="Calibri" w:hAnsi="Calibri"/>
                <w:color w:val="000000"/>
              </w:rPr>
            </w:pPr>
          </w:p>
          <w:p w:rsidR="00694C7E" w:rsidRDefault="00694C7E" w:rsidP="00694C7E">
            <w:pPr>
              <w:rPr>
                <w:rFonts w:ascii="Calibri" w:hAnsi="Calibri"/>
                <w:color w:val="000000"/>
              </w:rPr>
            </w:pPr>
          </w:p>
          <w:p w:rsidR="00694C7E" w:rsidRDefault="00694C7E" w:rsidP="00694C7E">
            <w:pPr>
              <w:rPr>
                <w:rFonts w:ascii="Calibri" w:hAnsi="Calibri"/>
                <w:color w:val="000000"/>
              </w:rPr>
            </w:pPr>
          </w:p>
          <w:p w:rsidR="00694C7E" w:rsidRDefault="00694C7E" w:rsidP="00694C7E">
            <w:pPr>
              <w:rPr>
                <w:rFonts w:ascii="Calibri" w:hAnsi="Calibri"/>
                <w:color w:val="000000"/>
              </w:rPr>
            </w:pPr>
          </w:p>
          <w:p w:rsidR="00694C7E" w:rsidRPr="00FA5F0E" w:rsidRDefault="00694C7E" w:rsidP="00694C7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TV, HV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C7E" w:rsidRDefault="00694C7E" w:rsidP="00694C7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AJ</w:t>
            </w:r>
          </w:p>
          <w:p w:rsidR="00694C7E" w:rsidRDefault="00694C7E" w:rsidP="00694C7E">
            <w:pPr>
              <w:rPr>
                <w:rFonts w:ascii="Calibri" w:hAnsi="Calibri"/>
                <w:color w:val="000000"/>
              </w:rPr>
            </w:pPr>
          </w:p>
          <w:p w:rsidR="00694C7E" w:rsidRDefault="00694C7E" w:rsidP="00694C7E">
            <w:pPr>
              <w:rPr>
                <w:rFonts w:ascii="Calibri" w:hAnsi="Calibri"/>
                <w:color w:val="000000"/>
              </w:rPr>
            </w:pPr>
          </w:p>
          <w:p w:rsidR="00694C7E" w:rsidRDefault="00694C7E" w:rsidP="00694C7E">
            <w:pPr>
              <w:rPr>
                <w:rFonts w:ascii="Calibri" w:hAnsi="Calibri"/>
                <w:color w:val="000000"/>
              </w:rPr>
            </w:pPr>
          </w:p>
          <w:p w:rsidR="00694C7E" w:rsidRDefault="00694C7E" w:rsidP="00694C7E">
            <w:pPr>
              <w:rPr>
                <w:rFonts w:ascii="Calibri" w:hAnsi="Calibri"/>
                <w:color w:val="000000"/>
              </w:rPr>
            </w:pPr>
          </w:p>
          <w:p w:rsidR="00694C7E" w:rsidRDefault="00694C7E" w:rsidP="00694C7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AJ</w:t>
            </w:r>
          </w:p>
          <w:p w:rsidR="00694C7E" w:rsidRDefault="00694C7E" w:rsidP="00694C7E">
            <w:pPr>
              <w:rPr>
                <w:rFonts w:ascii="Calibri" w:hAnsi="Calibri"/>
                <w:color w:val="000000"/>
              </w:rPr>
            </w:pPr>
          </w:p>
          <w:p w:rsidR="00694C7E" w:rsidRDefault="00694C7E" w:rsidP="00694C7E">
            <w:pPr>
              <w:rPr>
                <w:rFonts w:ascii="Calibri" w:hAnsi="Calibri"/>
                <w:color w:val="000000"/>
              </w:rPr>
            </w:pPr>
          </w:p>
          <w:p w:rsidR="00694C7E" w:rsidRDefault="00694C7E" w:rsidP="00694C7E">
            <w:pPr>
              <w:rPr>
                <w:rFonts w:ascii="Calibri" w:hAnsi="Calibri"/>
                <w:color w:val="000000"/>
              </w:rPr>
            </w:pPr>
          </w:p>
          <w:p w:rsidR="00694C7E" w:rsidRDefault="00694C7E" w:rsidP="00694C7E">
            <w:pPr>
              <w:rPr>
                <w:rFonts w:ascii="Calibri" w:hAnsi="Calibri"/>
                <w:color w:val="000000"/>
              </w:rPr>
            </w:pPr>
          </w:p>
          <w:p w:rsidR="00694C7E" w:rsidRPr="00FA5F0E" w:rsidRDefault="00694C7E" w:rsidP="00694C7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HV</w:t>
            </w:r>
          </w:p>
        </w:tc>
      </w:tr>
    </w:tbl>
    <w:p w:rsidR="00FB13C1" w:rsidRDefault="00FB13C1" w:rsidP="004404C6">
      <w:pPr>
        <w:jc w:val="both"/>
        <w:rPr>
          <w:color w:val="000000"/>
        </w:rPr>
      </w:pPr>
    </w:p>
    <w:p w:rsidR="00FB13C1" w:rsidRDefault="00FB13C1" w:rsidP="004404C6">
      <w:pPr>
        <w:jc w:val="both"/>
        <w:rPr>
          <w:color w:val="000000"/>
        </w:rPr>
      </w:pPr>
    </w:p>
    <w:p w:rsidR="00993F18" w:rsidRDefault="00993F18" w:rsidP="004404C6">
      <w:pPr>
        <w:jc w:val="both"/>
        <w:rPr>
          <w:color w:val="000000"/>
        </w:rPr>
      </w:pPr>
    </w:p>
    <w:tbl>
      <w:tblPr>
        <w:tblW w:w="1382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4"/>
        <w:gridCol w:w="5147"/>
        <w:gridCol w:w="857"/>
        <w:gridCol w:w="851"/>
        <w:gridCol w:w="850"/>
        <w:gridCol w:w="851"/>
        <w:gridCol w:w="850"/>
      </w:tblGrid>
      <w:tr w:rsidR="00993F18" w:rsidRPr="00FA5F0E" w:rsidTr="00D439D5">
        <w:trPr>
          <w:trHeight w:val="397"/>
          <w:jc w:val="center"/>
        </w:trPr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F18" w:rsidRPr="004F3D2F" w:rsidRDefault="00993F18" w:rsidP="00D439D5">
            <w:pPr>
              <w:jc w:val="center"/>
              <w:rPr>
                <w:rFonts w:ascii="Calibri" w:hAnsi="Calibri"/>
                <w:color w:val="000000"/>
              </w:rPr>
            </w:pPr>
            <w:r w:rsidRPr="004F3D2F">
              <w:rPr>
                <w:rFonts w:ascii="Calibri" w:hAnsi="Calibri"/>
                <w:color w:val="000000"/>
              </w:rPr>
              <w:t>Výstup</w:t>
            </w:r>
          </w:p>
        </w:tc>
        <w:tc>
          <w:tcPr>
            <w:tcW w:w="5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F18" w:rsidRPr="00FA5F0E" w:rsidRDefault="00993F18" w:rsidP="00D439D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Učivo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F18" w:rsidRPr="00FA5F0E" w:rsidRDefault="00993F18" w:rsidP="00D439D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3F18" w:rsidRPr="00FA5F0E" w:rsidRDefault="00993F18" w:rsidP="00D439D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F18" w:rsidRPr="00FA5F0E" w:rsidRDefault="00993F18" w:rsidP="00D439D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F18" w:rsidRPr="00FA5F0E" w:rsidRDefault="00993F18" w:rsidP="00D439D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F18" w:rsidRPr="00FA5F0E" w:rsidRDefault="00993F18" w:rsidP="00D439D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5.</w:t>
            </w:r>
          </w:p>
        </w:tc>
      </w:tr>
      <w:tr w:rsidR="00993F18" w:rsidRPr="00FA5F0E" w:rsidTr="007E31E6">
        <w:trPr>
          <w:trHeight w:val="3843"/>
          <w:jc w:val="center"/>
        </w:trPr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F18" w:rsidRPr="0042658C" w:rsidRDefault="00993F18" w:rsidP="00D439D5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>
              <w:rPr>
                <w:rFonts w:eastAsia="Times New Roman"/>
                <w:color w:val="000000"/>
                <w:lang w:eastAsia="cs-CZ"/>
              </w:rPr>
              <w:t>období</w:t>
            </w:r>
          </w:p>
          <w:p w:rsidR="00993F18" w:rsidRPr="004F3D2F" w:rsidRDefault="00993F18" w:rsidP="00D439D5">
            <w:pPr>
              <w:rPr>
                <w:rFonts w:ascii="Calibri" w:hAnsi="Calibri"/>
                <w:color w:val="000000"/>
              </w:rPr>
            </w:pPr>
            <w:r w:rsidRPr="004F3D2F">
              <w:rPr>
                <w:rFonts w:ascii="Calibri" w:hAnsi="Calibri"/>
                <w:color w:val="000000"/>
              </w:rPr>
              <w:t>Osvojí si základní vědomosti a dovednosti pro vytvoření sebeúcty a úcty k druhým. Osvojí si základy pozitivního hodnocení a přijetí druhých.</w:t>
            </w:r>
          </w:p>
          <w:p w:rsidR="00993F18" w:rsidRPr="004F3D2F" w:rsidRDefault="00993F18" w:rsidP="00D439D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514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993F18" w:rsidRPr="00E214BF" w:rsidRDefault="00993F18" w:rsidP="00D439D5">
            <w:pPr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 w:rsidRPr="00E214BF">
              <w:rPr>
                <w:rFonts w:ascii="Calibri" w:hAnsi="Calibri"/>
                <w:b/>
                <w:color w:val="000000"/>
                <w:sz w:val="28"/>
                <w:szCs w:val="28"/>
              </w:rPr>
              <w:t>Pozitivní hodnocení sebe sama</w:t>
            </w:r>
          </w:p>
          <w:p w:rsidR="00993F18" w:rsidRDefault="00993F18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-</w:t>
            </w:r>
            <w:r>
              <w:rPr>
                <w:rFonts w:ascii="Calibri" w:hAnsi="Calibri"/>
                <w:b/>
                <w:i/>
                <w:color w:val="000000"/>
              </w:rPr>
              <w:t>s</w:t>
            </w:r>
            <w:r w:rsidRPr="00A83516">
              <w:rPr>
                <w:rFonts w:ascii="Calibri" w:hAnsi="Calibri"/>
                <w:b/>
                <w:i/>
                <w:color w:val="000000"/>
              </w:rPr>
              <w:t xml:space="preserve">ebepojetí </w:t>
            </w:r>
            <w:r>
              <w:rPr>
                <w:rFonts w:ascii="Calibri" w:hAnsi="Calibri"/>
                <w:color w:val="000000"/>
              </w:rPr>
              <w:t>/sebepoznání, sebehodnocení, sebeprezentace, sebeovládání, sebeoceňování/</w:t>
            </w:r>
          </w:p>
          <w:p w:rsidR="00993F18" w:rsidRDefault="00993F18" w:rsidP="00D439D5">
            <w:pPr>
              <w:rPr>
                <w:rFonts w:ascii="Calibri" w:hAnsi="Calibri"/>
                <w:b/>
                <w:i/>
                <w:color w:val="000000"/>
              </w:rPr>
            </w:pPr>
          </w:p>
          <w:p w:rsidR="00993F18" w:rsidRDefault="00993F18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b/>
                <w:i/>
                <w:color w:val="000000"/>
              </w:rPr>
              <w:t>-</w:t>
            </w:r>
            <w:r w:rsidRPr="00A83516">
              <w:rPr>
                <w:rFonts w:ascii="Calibri" w:hAnsi="Calibri"/>
                <w:b/>
                <w:i/>
                <w:color w:val="000000"/>
              </w:rPr>
              <w:t>pozitivní hodnocení druhých</w:t>
            </w:r>
            <w:r>
              <w:rPr>
                <w:rFonts w:ascii="Calibri" w:hAnsi="Calibri"/>
                <w:color w:val="000000"/>
              </w:rPr>
              <w:t xml:space="preserve"> /v běžných podmínkách projevuje pozornost a laskavost, vyjadřuje uznání, správně reaguje na pochvalu, připisuje pozitivní vlastnosti druhým/</w:t>
            </w:r>
          </w:p>
          <w:p w:rsidR="00993F18" w:rsidRDefault="00993F18" w:rsidP="00D439D5">
            <w:pPr>
              <w:rPr>
                <w:rFonts w:ascii="Calibri" w:hAnsi="Calibri"/>
                <w:color w:val="000000"/>
              </w:rPr>
            </w:pPr>
          </w:p>
          <w:p w:rsidR="00993F18" w:rsidRPr="004078C8" w:rsidRDefault="00993F18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</w:t>
            </w:r>
            <w:r w:rsidRPr="00A83516">
              <w:rPr>
                <w:rFonts w:ascii="Calibri" w:hAnsi="Calibri"/>
                <w:b/>
                <w:i/>
                <w:color w:val="000000"/>
              </w:rPr>
              <w:t>akceptace druhého</w:t>
            </w:r>
            <w:r>
              <w:rPr>
                <w:rFonts w:ascii="Calibri" w:hAnsi="Calibri"/>
                <w:i/>
                <w:color w:val="000000"/>
              </w:rPr>
              <w:t>/</w:t>
            </w:r>
            <w:r w:rsidRPr="008065BC">
              <w:rPr>
                <w:rFonts w:ascii="Calibri" w:hAnsi="Calibri"/>
                <w:color w:val="000000"/>
              </w:rPr>
              <w:t>nácvik přátelského přijetí,</w:t>
            </w:r>
            <w:r>
              <w:rPr>
                <w:rFonts w:ascii="Calibri" w:hAnsi="Calibri"/>
                <w:i/>
                <w:color w:val="000000"/>
              </w:rPr>
              <w:t xml:space="preserve"> </w:t>
            </w:r>
            <w:r w:rsidRPr="008065BC">
              <w:rPr>
                <w:rFonts w:ascii="Calibri" w:hAnsi="Calibri"/>
                <w:color w:val="000000"/>
              </w:rPr>
              <w:t>umění odpustit, po</w:t>
            </w:r>
            <w:r>
              <w:rPr>
                <w:rFonts w:ascii="Calibri" w:hAnsi="Calibri"/>
                <w:color w:val="000000"/>
              </w:rPr>
              <w:t>mocí empatie předpokládat reakci druhých, zážitek přijetí pro každé dítě/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F18" w:rsidRDefault="00993F18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ČJ</w:t>
            </w:r>
          </w:p>
          <w:p w:rsidR="00993F18" w:rsidRDefault="00993F18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VV</w:t>
            </w:r>
          </w:p>
          <w:p w:rsidR="00993F18" w:rsidRPr="00FA5F0E" w:rsidRDefault="00993F18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PRV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3F18" w:rsidRDefault="00993F18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ČJ</w:t>
            </w:r>
          </w:p>
          <w:p w:rsidR="00993F18" w:rsidRDefault="00993F18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VV</w:t>
            </w:r>
          </w:p>
          <w:p w:rsidR="00993F18" w:rsidRPr="00FA5F0E" w:rsidRDefault="00993F18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PV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F18" w:rsidRDefault="00993F18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ČJ</w:t>
            </w:r>
          </w:p>
          <w:p w:rsidR="00993F18" w:rsidRDefault="00993F18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PV</w:t>
            </w:r>
          </w:p>
          <w:p w:rsidR="00993F18" w:rsidRPr="00FA5F0E" w:rsidRDefault="00993F18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TV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F18" w:rsidRPr="00FA5F0E" w:rsidRDefault="00993F18" w:rsidP="00D439D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F18" w:rsidRPr="00FA5F0E" w:rsidRDefault="00993F18" w:rsidP="00D439D5">
            <w:pPr>
              <w:rPr>
                <w:rFonts w:ascii="Calibri" w:hAnsi="Calibri"/>
                <w:color w:val="000000"/>
              </w:rPr>
            </w:pPr>
          </w:p>
        </w:tc>
      </w:tr>
      <w:tr w:rsidR="00993F18" w:rsidRPr="00FA5F0E" w:rsidTr="007E31E6">
        <w:trPr>
          <w:trHeight w:val="1650"/>
          <w:jc w:val="center"/>
        </w:trPr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F18" w:rsidRPr="0042658C" w:rsidRDefault="00993F18" w:rsidP="00D439D5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>
              <w:rPr>
                <w:rFonts w:eastAsia="Times New Roman"/>
                <w:color w:val="000000"/>
                <w:lang w:eastAsia="cs-CZ"/>
              </w:rPr>
              <w:t>období</w:t>
            </w:r>
          </w:p>
          <w:p w:rsidR="00993F18" w:rsidRPr="004F3D2F" w:rsidRDefault="00993F18" w:rsidP="00D439D5">
            <w:pPr>
              <w:rPr>
                <w:rFonts w:ascii="Calibri" w:hAnsi="Calibri"/>
                <w:color w:val="000000"/>
              </w:rPr>
            </w:pPr>
            <w:r w:rsidRPr="004F3D2F">
              <w:rPr>
                <w:rFonts w:ascii="Calibri" w:hAnsi="Calibri"/>
                <w:color w:val="000000"/>
              </w:rPr>
              <w:t>Uvědomuje si své schopnosti a silné stránky, utváří své pozitivní sebehodnocení. Dokáže se těšit z radosti a úspěchu jiných, vyjadřuje účast na radosti i bolesti druhých, pozitivně hodnotí druhé v běžných podmínkách.</w:t>
            </w:r>
          </w:p>
        </w:tc>
        <w:tc>
          <w:tcPr>
            <w:tcW w:w="51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F18" w:rsidRPr="00FA5F0E" w:rsidRDefault="00993F18" w:rsidP="00D439D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F18" w:rsidRPr="00FA5F0E" w:rsidRDefault="00993F18" w:rsidP="00D439D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3F18" w:rsidRPr="00FA5F0E" w:rsidRDefault="00993F18" w:rsidP="00D439D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F18" w:rsidRPr="00FA5F0E" w:rsidRDefault="00993F18" w:rsidP="00D439D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F18" w:rsidRDefault="00993F18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ČJ,VL</w:t>
            </w:r>
          </w:p>
          <w:p w:rsidR="00993F18" w:rsidRDefault="00993F18" w:rsidP="00D439D5">
            <w:pPr>
              <w:rPr>
                <w:rFonts w:ascii="Calibri" w:hAnsi="Calibri"/>
                <w:color w:val="000000"/>
              </w:rPr>
            </w:pPr>
          </w:p>
          <w:p w:rsidR="00993F18" w:rsidRDefault="00993F18" w:rsidP="00D439D5">
            <w:pPr>
              <w:rPr>
                <w:rFonts w:ascii="Calibri" w:hAnsi="Calibri"/>
                <w:color w:val="000000"/>
              </w:rPr>
            </w:pPr>
          </w:p>
          <w:p w:rsidR="00993F18" w:rsidRDefault="00993F18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VV, TV</w:t>
            </w:r>
          </w:p>
          <w:p w:rsidR="00993F18" w:rsidRDefault="00993F18" w:rsidP="00D439D5">
            <w:pPr>
              <w:rPr>
                <w:rFonts w:ascii="Calibri" w:hAnsi="Calibri"/>
                <w:color w:val="000000"/>
              </w:rPr>
            </w:pPr>
          </w:p>
          <w:p w:rsidR="00993F18" w:rsidRPr="00FA5F0E" w:rsidRDefault="00993F18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PV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F18" w:rsidRDefault="00993F18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ČJ</w:t>
            </w:r>
          </w:p>
          <w:p w:rsidR="00993F18" w:rsidRDefault="00993F18" w:rsidP="00D439D5">
            <w:pPr>
              <w:rPr>
                <w:rFonts w:ascii="Calibri" w:hAnsi="Calibri"/>
                <w:color w:val="000000"/>
              </w:rPr>
            </w:pPr>
          </w:p>
          <w:p w:rsidR="00993F18" w:rsidRDefault="00993F18" w:rsidP="00D439D5">
            <w:pPr>
              <w:rPr>
                <w:rFonts w:ascii="Calibri" w:hAnsi="Calibri"/>
                <w:color w:val="000000"/>
              </w:rPr>
            </w:pPr>
          </w:p>
          <w:p w:rsidR="00993F18" w:rsidRDefault="00993F18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VV</w:t>
            </w:r>
          </w:p>
          <w:p w:rsidR="00993F18" w:rsidRDefault="00993F18" w:rsidP="00D439D5">
            <w:pPr>
              <w:rPr>
                <w:rFonts w:ascii="Calibri" w:hAnsi="Calibri"/>
                <w:color w:val="000000"/>
              </w:rPr>
            </w:pPr>
          </w:p>
          <w:p w:rsidR="00993F18" w:rsidRPr="00FA5F0E" w:rsidRDefault="00993F18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TV</w:t>
            </w:r>
          </w:p>
        </w:tc>
      </w:tr>
    </w:tbl>
    <w:p w:rsidR="00993F18" w:rsidRDefault="00993F18" w:rsidP="004404C6">
      <w:pPr>
        <w:jc w:val="both"/>
        <w:rPr>
          <w:color w:val="000000"/>
        </w:rPr>
      </w:pPr>
    </w:p>
    <w:p w:rsidR="00993F18" w:rsidRDefault="00993F18" w:rsidP="004404C6">
      <w:pPr>
        <w:jc w:val="both"/>
        <w:rPr>
          <w:color w:val="000000"/>
        </w:rPr>
      </w:pPr>
    </w:p>
    <w:p w:rsidR="00993F18" w:rsidRDefault="00993F18" w:rsidP="004404C6">
      <w:pPr>
        <w:jc w:val="both"/>
        <w:rPr>
          <w:color w:val="000000"/>
        </w:rPr>
      </w:pPr>
    </w:p>
    <w:p w:rsidR="00993F18" w:rsidRDefault="00993F18" w:rsidP="004404C6">
      <w:pPr>
        <w:jc w:val="both"/>
        <w:rPr>
          <w:color w:val="000000"/>
        </w:rPr>
      </w:pPr>
    </w:p>
    <w:p w:rsidR="00EB58C6" w:rsidRDefault="00EB58C6" w:rsidP="00694C7E">
      <w:pPr>
        <w:spacing w:before="120"/>
        <w:rPr>
          <w:color w:val="000000"/>
        </w:rPr>
      </w:pPr>
    </w:p>
    <w:p w:rsidR="00814743" w:rsidRDefault="00814743" w:rsidP="00694C7E">
      <w:pPr>
        <w:spacing w:before="120"/>
        <w:rPr>
          <w:color w:val="000000"/>
        </w:rPr>
      </w:pPr>
    </w:p>
    <w:p w:rsidR="00814743" w:rsidRDefault="00814743" w:rsidP="00694C7E">
      <w:pPr>
        <w:spacing w:before="120"/>
        <w:rPr>
          <w:color w:val="000000"/>
        </w:rPr>
      </w:pPr>
    </w:p>
    <w:p w:rsidR="00814743" w:rsidRDefault="00814743" w:rsidP="00694C7E">
      <w:pPr>
        <w:spacing w:before="120"/>
        <w:rPr>
          <w:color w:val="000000"/>
        </w:rPr>
      </w:pPr>
    </w:p>
    <w:tbl>
      <w:tblPr>
        <w:tblW w:w="1382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4"/>
        <w:gridCol w:w="5147"/>
        <w:gridCol w:w="857"/>
        <w:gridCol w:w="851"/>
        <w:gridCol w:w="850"/>
        <w:gridCol w:w="851"/>
        <w:gridCol w:w="850"/>
      </w:tblGrid>
      <w:tr w:rsidR="00484F23" w:rsidRPr="00FA5F0E" w:rsidTr="00D439D5">
        <w:trPr>
          <w:trHeight w:val="397"/>
          <w:jc w:val="center"/>
        </w:trPr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F23" w:rsidRPr="004F3D2F" w:rsidRDefault="00484F23" w:rsidP="00D439D5">
            <w:pPr>
              <w:jc w:val="center"/>
              <w:rPr>
                <w:rFonts w:ascii="Calibri" w:hAnsi="Calibri"/>
                <w:color w:val="000000"/>
              </w:rPr>
            </w:pPr>
            <w:r w:rsidRPr="004F3D2F">
              <w:rPr>
                <w:rFonts w:ascii="Calibri" w:hAnsi="Calibri"/>
                <w:color w:val="000000"/>
              </w:rPr>
              <w:t>Výstup</w:t>
            </w:r>
          </w:p>
        </w:tc>
        <w:tc>
          <w:tcPr>
            <w:tcW w:w="5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F23" w:rsidRPr="00FA5F0E" w:rsidRDefault="00484F23" w:rsidP="00D439D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Učivo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F23" w:rsidRPr="00FA5F0E" w:rsidRDefault="00484F23" w:rsidP="00D439D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F23" w:rsidRPr="00FA5F0E" w:rsidRDefault="00484F23" w:rsidP="00D439D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F23" w:rsidRPr="00FA5F0E" w:rsidRDefault="00484F23" w:rsidP="00D439D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F23" w:rsidRPr="00FA5F0E" w:rsidRDefault="00484F23" w:rsidP="00D439D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F23" w:rsidRPr="00FA5F0E" w:rsidRDefault="00484F23" w:rsidP="00D439D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5.</w:t>
            </w:r>
          </w:p>
        </w:tc>
      </w:tr>
      <w:tr w:rsidR="00484F23" w:rsidRPr="00FA5F0E" w:rsidTr="003B53AE">
        <w:trPr>
          <w:trHeight w:val="3843"/>
          <w:jc w:val="center"/>
        </w:trPr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23" w:rsidRPr="0042658C" w:rsidRDefault="00484F23" w:rsidP="00D439D5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>
              <w:rPr>
                <w:rFonts w:eastAsia="Times New Roman"/>
                <w:color w:val="000000"/>
                <w:lang w:eastAsia="cs-CZ"/>
              </w:rPr>
              <w:t>období</w:t>
            </w:r>
          </w:p>
          <w:p w:rsidR="00484F23" w:rsidRPr="004F3D2F" w:rsidRDefault="00484F23" w:rsidP="00D439D5">
            <w:pPr>
              <w:rPr>
                <w:rFonts w:ascii="Calibri" w:hAnsi="Calibri"/>
                <w:color w:val="000000"/>
              </w:rPr>
            </w:pPr>
            <w:r w:rsidRPr="004F3D2F">
              <w:rPr>
                <w:rFonts w:ascii="Calibri" w:hAnsi="Calibri"/>
                <w:color w:val="000000"/>
              </w:rPr>
              <w:t>Zvládá prosociální chování: pomoc v běžných školních situacích, dělení se, vyjádření soucitu, zájem o spolužáky. Vyjadřuje city v jednoduchých situacích. Využívá prvky tvořivosti při společném plnění úkolu. Reflektuje situaci druhých, adekvátně poskytuje pomoc.</w:t>
            </w:r>
          </w:p>
        </w:tc>
        <w:tc>
          <w:tcPr>
            <w:tcW w:w="514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4F23" w:rsidRPr="00E214BF" w:rsidRDefault="00484F23" w:rsidP="00D439D5">
            <w:pPr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 w:rsidRPr="00E214BF">
              <w:rPr>
                <w:rFonts w:ascii="Calibri" w:hAnsi="Calibri"/>
                <w:b/>
                <w:color w:val="000000"/>
                <w:sz w:val="28"/>
                <w:szCs w:val="28"/>
              </w:rPr>
              <w:t>Tvořivost a základy spolupráce</w:t>
            </w:r>
          </w:p>
          <w:p w:rsidR="00484F23" w:rsidRDefault="00484F23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-</w:t>
            </w:r>
            <w:r>
              <w:rPr>
                <w:rFonts w:ascii="Calibri" w:hAnsi="Calibri"/>
                <w:b/>
                <w:i/>
                <w:color w:val="000000"/>
              </w:rPr>
              <w:t>t</w:t>
            </w:r>
            <w:r w:rsidRPr="00E214BF">
              <w:rPr>
                <w:rFonts w:ascii="Calibri" w:hAnsi="Calibri"/>
                <w:b/>
                <w:i/>
                <w:color w:val="000000"/>
              </w:rPr>
              <w:t>vořivost v mezilidských vztazích</w:t>
            </w:r>
            <w:r>
              <w:rPr>
                <w:rFonts w:ascii="Calibri" w:hAnsi="Calibri"/>
                <w:color w:val="000000"/>
              </w:rPr>
              <w:t xml:space="preserve"> /vytváření požitku radosti pro druhé, společné plnění úkolů, zbavování se strachu z neznámého řešení úkolu a z tvořivého experimentování/</w:t>
            </w:r>
          </w:p>
          <w:p w:rsidR="00484F23" w:rsidRDefault="00484F23" w:rsidP="00D439D5">
            <w:pPr>
              <w:rPr>
                <w:rFonts w:ascii="Calibri" w:hAnsi="Calibri"/>
                <w:b/>
                <w:i/>
                <w:color w:val="000000"/>
              </w:rPr>
            </w:pPr>
          </w:p>
          <w:p w:rsidR="00484F23" w:rsidRDefault="00484F23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b/>
                <w:i/>
                <w:color w:val="000000"/>
              </w:rPr>
              <w:t>-s</w:t>
            </w:r>
            <w:r w:rsidRPr="00E214BF">
              <w:rPr>
                <w:rFonts w:ascii="Calibri" w:hAnsi="Calibri"/>
                <w:b/>
                <w:i/>
                <w:color w:val="000000"/>
              </w:rPr>
              <w:t>chopnost spolupráce</w:t>
            </w:r>
            <w:r>
              <w:rPr>
                <w:rFonts w:ascii="Calibri" w:hAnsi="Calibri"/>
                <w:color w:val="000000"/>
              </w:rPr>
              <w:t>/radost ze společné činnosti a výsledku, vyjádření zájmu, základní pravidla spolupráce/</w:t>
            </w:r>
          </w:p>
          <w:p w:rsidR="00484F23" w:rsidRDefault="00484F23" w:rsidP="00D439D5">
            <w:pPr>
              <w:rPr>
                <w:rFonts w:ascii="Calibri" w:hAnsi="Calibri"/>
                <w:b/>
                <w:i/>
                <w:color w:val="000000"/>
              </w:rPr>
            </w:pPr>
          </w:p>
          <w:p w:rsidR="00484F23" w:rsidRPr="00FA5F0E" w:rsidRDefault="00484F23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b/>
                <w:i/>
                <w:color w:val="000000"/>
              </w:rPr>
              <w:t>-e</w:t>
            </w:r>
            <w:r w:rsidRPr="00E214BF">
              <w:rPr>
                <w:rFonts w:ascii="Calibri" w:hAnsi="Calibri"/>
                <w:b/>
                <w:i/>
                <w:color w:val="000000"/>
              </w:rPr>
              <w:t>lementální prosociálnost</w:t>
            </w:r>
            <w:r>
              <w:rPr>
                <w:rFonts w:ascii="Calibri" w:hAnsi="Calibri"/>
                <w:color w:val="000000"/>
              </w:rPr>
              <w:t>/darování, ochota dělit se, povzbuzení, služba, vyjádření soucitu, přátelství/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23" w:rsidRDefault="00484F23" w:rsidP="00D439D5">
            <w:pPr>
              <w:rPr>
                <w:rFonts w:ascii="Calibri" w:hAnsi="Calibri"/>
                <w:color w:val="000000"/>
              </w:rPr>
            </w:pPr>
          </w:p>
          <w:p w:rsidR="00484F23" w:rsidRDefault="00484F23" w:rsidP="00D439D5">
            <w:pPr>
              <w:rPr>
                <w:rFonts w:ascii="Calibri" w:hAnsi="Calibri"/>
                <w:color w:val="000000"/>
              </w:rPr>
            </w:pPr>
          </w:p>
          <w:p w:rsidR="00484F23" w:rsidRDefault="00484F23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ČJ</w:t>
            </w:r>
          </w:p>
          <w:p w:rsidR="00484F23" w:rsidRDefault="00484F23" w:rsidP="00D439D5">
            <w:pPr>
              <w:rPr>
                <w:rFonts w:ascii="Calibri" w:hAnsi="Calibri"/>
                <w:color w:val="000000"/>
              </w:rPr>
            </w:pPr>
          </w:p>
          <w:p w:rsidR="00484F23" w:rsidRDefault="00484F23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</w:t>
            </w:r>
          </w:p>
          <w:p w:rsidR="00484F23" w:rsidRDefault="00484F23" w:rsidP="00D439D5">
            <w:pPr>
              <w:rPr>
                <w:rFonts w:ascii="Calibri" w:hAnsi="Calibri"/>
                <w:color w:val="000000"/>
              </w:rPr>
            </w:pPr>
          </w:p>
          <w:p w:rsidR="00484F23" w:rsidRPr="00FA5F0E" w:rsidRDefault="00484F23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PRV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4F23" w:rsidRDefault="00484F23" w:rsidP="00D439D5">
            <w:pPr>
              <w:rPr>
                <w:rFonts w:ascii="Calibri" w:hAnsi="Calibri"/>
                <w:color w:val="000000"/>
              </w:rPr>
            </w:pPr>
          </w:p>
          <w:p w:rsidR="00484F23" w:rsidRDefault="00484F23" w:rsidP="00D439D5">
            <w:pPr>
              <w:rPr>
                <w:rFonts w:ascii="Calibri" w:hAnsi="Calibri"/>
                <w:color w:val="000000"/>
              </w:rPr>
            </w:pPr>
          </w:p>
          <w:p w:rsidR="00484F23" w:rsidRDefault="00484F23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TV</w:t>
            </w:r>
          </w:p>
          <w:p w:rsidR="00484F23" w:rsidRDefault="00484F23" w:rsidP="00D439D5">
            <w:pPr>
              <w:rPr>
                <w:rFonts w:ascii="Calibri" w:hAnsi="Calibri"/>
                <w:color w:val="000000"/>
              </w:rPr>
            </w:pPr>
          </w:p>
          <w:p w:rsidR="00484F23" w:rsidRDefault="00484F23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PRV</w:t>
            </w:r>
          </w:p>
          <w:p w:rsidR="00484F23" w:rsidRDefault="00484F23" w:rsidP="00D439D5">
            <w:pPr>
              <w:rPr>
                <w:rFonts w:ascii="Calibri" w:hAnsi="Calibri"/>
                <w:color w:val="000000"/>
              </w:rPr>
            </w:pPr>
          </w:p>
          <w:p w:rsidR="00484F23" w:rsidRPr="00FA5F0E" w:rsidRDefault="00484F23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VV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23" w:rsidRDefault="00484F23" w:rsidP="00D439D5">
            <w:pPr>
              <w:rPr>
                <w:rFonts w:ascii="Calibri" w:hAnsi="Calibri"/>
                <w:color w:val="000000"/>
              </w:rPr>
            </w:pPr>
          </w:p>
          <w:p w:rsidR="00484F23" w:rsidRDefault="00484F23" w:rsidP="00D439D5">
            <w:pPr>
              <w:rPr>
                <w:rFonts w:ascii="Calibri" w:hAnsi="Calibri"/>
                <w:color w:val="000000"/>
              </w:rPr>
            </w:pPr>
          </w:p>
          <w:p w:rsidR="00484F23" w:rsidRDefault="00484F23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PRV</w:t>
            </w:r>
          </w:p>
          <w:p w:rsidR="00484F23" w:rsidRDefault="00484F23" w:rsidP="00D439D5">
            <w:pPr>
              <w:rPr>
                <w:rFonts w:ascii="Calibri" w:hAnsi="Calibri"/>
                <w:color w:val="000000"/>
              </w:rPr>
            </w:pPr>
          </w:p>
          <w:p w:rsidR="00484F23" w:rsidRDefault="00484F23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TV</w:t>
            </w:r>
          </w:p>
          <w:p w:rsidR="00484F23" w:rsidRDefault="00484F23" w:rsidP="00D439D5">
            <w:pPr>
              <w:rPr>
                <w:rFonts w:ascii="Calibri" w:hAnsi="Calibri"/>
                <w:color w:val="000000"/>
              </w:rPr>
            </w:pPr>
          </w:p>
          <w:p w:rsidR="00484F23" w:rsidRDefault="00484F23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VV, PV</w:t>
            </w:r>
          </w:p>
          <w:p w:rsidR="00484F23" w:rsidRPr="00FA5F0E" w:rsidRDefault="00484F23" w:rsidP="00D439D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F23" w:rsidRPr="00FA5F0E" w:rsidRDefault="00484F23" w:rsidP="00D439D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F23" w:rsidRPr="00FA5F0E" w:rsidRDefault="00484F23" w:rsidP="00D439D5">
            <w:pPr>
              <w:rPr>
                <w:rFonts w:ascii="Calibri" w:hAnsi="Calibri"/>
                <w:color w:val="000000"/>
              </w:rPr>
            </w:pPr>
          </w:p>
        </w:tc>
      </w:tr>
      <w:tr w:rsidR="00484F23" w:rsidRPr="00FA5F0E" w:rsidTr="003B53AE">
        <w:trPr>
          <w:trHeight w:val="1650"/>
          <w:jc w:val="center"/>
        </w:trPr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23" w:rsidRDefault="00484F23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2.období</w:t>
            </w:r>
          </w:p>
          <w:p w:rsidR="00484F23" w:rsidRPr="004F3D2F" w:rsidRDefault="00484F23" w:rsidP="00D439D5">
            <w:pPr>
              <w:rPr>
                <w:rFonts w:ascii="Calibri" w:hAnsi="Calibri"/>
                <w:color w:val="000000"/>
              </w:rPr>
            </w:pPr>
            <w:r w:rsidRPr="004F3D2F">
              <w:rPr>
                <w:rFonts w:ascii="Calibri" w:hAnsi="Calibri"/>
                <w:color w:val="000000"/>
              </w:rPr>
              <w:t>Identifikuje základní city, vede rozhovor s druhými o jejich prožitcích, na základě empatického vnímání přemýšlí nad konkrétní pomocí. Jednoduchými skutky realizuje tvořivost v mezilidských vztazích, především v rodině a kolektivu třídy.</w:t>
            </w:r>
          </w:p>
        </w:tc>
        <w:tc>
          <w:tcPr>
            <w:tcW w:w="51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23" w:rsidRPr="00FA5F0E" w:rsidRDefault="00484F23" w:rsidP="00D439D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F23" w:rsidRPr="00FA5F0E" w:rsidRDefault="00484F23" w:rsidP="00D439D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4F23" w:rsidRPr="00FA5F0E" w:rsidRDefault="00484F23" w:rsidP="00D439D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F23" w:rsidRPr="00FA5F0E" w:rsidRDefault="00484F23" w:rsidP="00D439D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23" w:rsidRDefault="00484F23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ČJ, VL</w:t>
            </w:r>
          </w:p>
          <w:p w:rsidR="00484F23" w:rsidRDefault="00484F23" w:rsidP="00D439D5">
            <w:pPr>
              <w:rPr>
                <w:rFonts w:ascii="Calibri" w:hAnsi="Calibri"/>
                <w:color w:val="000000"/>
              </w:rPr>
            </w:pPr>
          </w:p>
          <w:p w:rsidR="00484F23" w:rsidRDefault="00484F23" w:rsidP="00D439D5">
            <w:pPr>
              <w:rPr>
                <w:rFonts w:ascii="Calibri" w:hAnsi="Calibri"/>
                <w:color w:val="000000"/>
              </w:rPr>
            </w:pPr>
          </w:p>
          <w:p w:rsidR="00484F23" w:rsidRDefault="00484F23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TV, PV</w:t>
            </w:r>
          </w:p>
          <w:p w:rsidR="00484F23" w:rsidRDefault="00484F23" w:rsidP="00D439D5">
            <w:pPr>
              <w:rPr>
                <w:rFonts w:ascii="Calibri" w:hAnsi="Calibri"/>
                <w:color w:val="000000"/>
              </w:rPr>
            </w:pPr>
          </w:p>
          <w:p w:rsidR="00484F23" w:rsidRDefault="00484F23" w:rsidP="00D439D5">
            <w:pPr>
              <w:rPr>
                <w:rFonts w:ascii="Calibri" w:hAnsi="Calibri"/>
                <w:color w:val="000000"/>
              </w:rPr>
            </w:pPr>
          </w:p>
          <w:p w:rsidR="00484F23" w:rsidRPr="00FA5F0E" w:rsidRDefault="00484F23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VV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23" w:rsidRDefault="00484F23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TV</w:t>
            </w:r>
          </w:p>
          <w:p w:rsidR="00484F23" w:rsidRDefault="00484F23" w:rsidP="00D439D5">
            <w:pPr>
              <w:rPr>
                <w:rFonts w:ascii="Calibri" w:hAnsi="Calibri"/>
                <w:color w:val="000000"/>
              </w:rPr>
            </w:pPr>
          </w:p>
          <w:p w:rsidR="00484F23" w:rsidRDefault="00484F23" w:rsidP="00D439D5">
            <w:pPr>
              <w:rPr>
                <w:rFonts w:ascii="Calibri" w:hAnsi="Calibri"/>
                <w:color w:val="000000"/>
              </w:rPr>
            </w:pPr>
          </w:p>
          <w:p w:rsidR="00484F23" w:rsidRDefault="00484F23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</w:t>
            </w:r>
          </w:p>
          <w:p w:rsidR="00484F23" w:rsidRDefault="00484F23" w:rsidP="00D439D5">
            <w:pPr>
              <w:rPr>
                <w:rFonts w:ascii="Calibri" w:hAnsi="Calibri"/>
                <w:color w:val="000000"/>
              </w:rPr>
            </w:pPr>
          </w:p>
          <w:p w:rsidR="00484F23" w:rsidRDefault="00484F23" w:rsidP="00D439D5">
            <w:pPr>
              <w:rPr>
                <w:rFonts w:ascii="Calibri" w:hAnsi="Calibri"/>
                <w:color w:val="000000"/>
              </w:rPr>
            </w:pPr>
          </w:p>
          <w:p w:rsidR="00484F23" w:rsidRPr="00FA5F0E" w:rsidRDefault="00484F23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ČJ</w:t>
            </w:r>
          </w:p>
        </w:tc>
      </w:tr>
    </w:tbl>
    <w:p w:rsidR="00814743" w:rsidRDefault="00814743" w:rsidP="00694C7E">
      <w:pPr>
        <w:spacing w:before="120"/>
        <w:rPr>
          <w:color w:val="000000"/>
        </w:rPr>
      </w:pPr>
    </w:p>
    <w:p w:rsidR="00484F23" w:rsidRDefault="00484F23" w:rsidP="00694C7E">
      <w:pPr>
        <w:spacing w:before="120"/>
        <w:rPr>
          <w:color w:val="000000"/>
        </w:rPr>
      </w:pPr>
    </w:p>
    <w:p w:rsidR="00484F23" w:rsidRDefault="00484F23" w:rsidP="00694C7E">
      <w:pPr>
        <w:spacing w:before="120"/>
        <w:rPr>
          <w:color w:val="000000"/>
        </w:rPr>
      </w:pPr>
    </w:p>
    <w:p w:rsidR="00484F23" w:rsidRDefault="00484F23" w:rsidP="00694C7E">
      <w:pPr>
        <w:spacing w:before="120"/>
        <w:rPr>
          <w:color w:val="000000"/>
        </w:rPr>
      </w:pPr>
    </w:p>
    <w:p w:rsidR="00484F23" w:rsidRDefault="00484F23" w:rsidP="00694C7E">
      <w:pPr>
        <w:spacing w:before="120"/>
        <w:rPr>
          <w:color w:val="000000"/>
        </w:rPr>
      </w:pPr>
    </w:p>
    <w:p w:rsidR="00484F23" w:rsidRDefault="00484F23" w:rsidP="00694C7E">
      <w:pPr>
        <w:spacing w:before="120"/>
        <w:rPr>
          <w:color w:val="000000"/>
        </w:rPr>
      </w:pPr>
    </w:p>
    <w:p w:rsidR="00484F23" w:rsidRDefault="00484F23" w:rsidP="00694C7E">
      <w:pPr>
        <w:spacing w:before="120"/>
        <w:rPr>
          <w:color w:val="000000"/>
        </w:rPr>
      </w:pPr>
    </w:p>
    <w:tbl>
      <w:tblPr>
        <w:tblW w:w="1382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4"/>
        <w:gridCol w:w="5147"/>
        <w:gridCol w:w="857"/>
        <w:gridCol w:w="851"/>
        <w:gridCol w:w="850"/>
        <w:gridCol w:w="851"/>
        <w:gridCol w:w="850"/>
      </w:tblGrid>
      <w:tr w:rsidR="00484F23" w:rsidRPr="00FA5F0E" w:rsidTr="00D439D5">
        <w:trPr>
          <w:trHeight w:val="397"/>
          <w:jc w:val="center"/>
        </w:trPr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F23" w:rsidRPr="004F3D2F" w:rsidRDefault="00484F23" w:rsidP="00D439D5">
            <w:pPr>
              <w:jc w:val="center"/>
              <w:rPr>
                <w:rFonts w:ascii="Calibri" w:hAnsi="Calibri"/>
                <w:color w:val="000000"/>
              </w:rPr>
            </w:pPr>
            <w:r w:rsidRPr="004F3D2F">
              <w:rPr>
                <w:rFonts w:ascii="Calibri" w:hAnsi="Calibri"/>
                <w:color w:val="000000"/>
              </w:rPr>
              <w:t>Výstup</w:t>
            </w:r>
          </w:p>
        </w:tc>
        <w:tc>
          <w:tcPr>
            <w:tcW w:w="5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F23" w:rsidRPr="00FA5F0E" w:rsidRDefault="00484F23" w:rsidP="00D439D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Učivo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F23" w:rsidRPr="00FA5F0E" w:rsidRDefault="00484F23" w:rsidP="00D439D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F23" w:rsidRPr="00FA5F0E" w:rsidRDefault="00484F23" w:rsidP="00D439D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F23" w:rsidRPr="00FA5F0E" w:rsidRDefault="00484F23" w:rsidP="00D439D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F23" w:rsidRPr="00FA5F0E" w:rsidRDefault="00484F23" w:rsidP="00D439D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F23" w:rsidRPr="00FA5F0E" w:rsidRDefault="00484F23" w:rsidP="00D439D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5.</w:t>
            </w:r>
          </w:p>
        </w:tc>
      </w:tr>
      <w:tr w:rsidR="00484F23" w:rsidRPr="00FA5F0E" w:rsidTr="00FA5397">
        <w:trPr>
          <w:trHeight w:val="3843"/>
          <w:jc w:val="center"/>
        </w:trPr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23" w:rsidRPr="0042658C" w:rsidRDefault="00484F23" w:rsidP="00484F23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>
              <w:rPr>
                <w:rFonts w:eastAsia="Times New Roman"/>
                <w:color w:val="000000"/>
                <w:lang w:eastAsia="cs-CZ"/>
              </w:rPr>
              <w:t>období</w:t>
            </w:r>
          </w:p>
        </w:tc>
        <w:tc>
          <w:tcPr>
            <w:tcW w:w="514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4F23" w:rsidRDefault="00484F23" w:rsidP="00484F23">
            <w:pPr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 w:rsidRPr="00E214BF">
              <w:rPr>
                <w:rFonts w:ascii="Calibri" w:hAnsi="Calibri"/>
                <w:b/>
                <w:color w:val="000000"/>
                <w:sz w:val="28"/>
                <w:szCs w:val="28"/>
              </w:rPr>
              <w:t>Základy asertivního chování</w:t>
            </w:r>
          </w:p>
          <w:p w:rsidR="00484F23" w:rsidRPr="00E214BF" w:rsidRDefault="00484F23" w:rsidP="00484F23">
            <w:pPr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color w:val="000000"/>
                <w:sz w:val="28"/>
                <w:szCs w:val="28"/>
              </w:rPr>
              <w:t>-</w:t>
            </w:r>
            <w:r w:rsidRPr="00E214BF">
              <w:rPr>
                <w:rFonts w:ascii="Calibri" w:hAnsi="Calibri"/>
                <w:b/>
                <w:i/>
                <w:color w:val="000000"/>
              </w:rPr>
              <w:t>Iniciativa</w:t>
            </w:r>
            <w:r w:rsidRPr="00E214BF">
              <w:rPr>
                <w:rFonts w:ascii="Calibri" w:hAnsi="Calibri"/>
                <w:b/>
                <w:color w:val="000000"/>
              </w:rPr>
              <w:t>/</w:t>
            </w:r>
            <w:r>
              <w:rPr>
                <w:rFonts w:ascii="Calibri" w:hAnsi="Calibri"/>
                <w:color w:val="000000"/>
              </w:rPr>
              <w:t>hledání možnosti jak vycházet s jinými lidmi v rodině, ve třídě, mezi vrstevníky, zpracování neúspěchu/</w:t>
            </w:r>
          </w:p>
          <w:p w:rsidR="00484F23" w:rsidRDefault="00484F23" w:rsidP="00484F23">
            <w:pPr>
              <w:rPr>
                <w:rFonts w:ascii="Calibri" w:hAnsi="Calibri"/>
                <w:b/>
                <w:i/>
                <w:color w:val="000000"/>
              </w:rPr>
            </w:pPr>
          </w:p>
          <w:p w:rsidR="00484F23" w:rsidRPr="00FA5F0E" w:rsidRDefault="00484F23" w:rsidP="00484F2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b/>
                <w:i/>
                <w:color w:val="000000"/>
              </w:rPr>
              <w:t>-a</w:t>
            </w:r>
            <w:r w:rsidRPr="00E214BF">
              <w:rPr>
                <w:rFonts w:ascii="Calibri" w:hAnsi="Calibri"/>
                <w:b/>
                <w:i/>
                <w:color w:val="000000"/>
              </w:rPr>
              <w:t>sertivní chování</w:t>
            </w:r>
            <w:r>
              <w:rPr>
                <w:rFonts w:ascii="Calibri" w:hAnsi="Calibri"/>
                <w:color w:val="000000"/>
              </w:rPr>
              <w:t>/rozlišování mezi nabídkami druhých, schopnost odmítnutí nabídky k podvodu, krádeži, pomlouvání, zneužívání návykových látek a sexuálního zneužívání/</w:t>
            </w:r>
          </w:p>
          <w:p w:rsidR="00484F23" w:rsidRPr="00FA5F0E" w:rsidRDefault="00484F23" w:rsidP="00484F2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23" w:rsidRDefault="00484F23" w:rsidP="00484F23">
            <w:pPr>
              <w:rPr>
                <w:rFonts w:ascii="Calibri" w:hAnsi="Calibri"/>
                <w:color w:val="000000"/>
              </w:rPr>
            </w:pPr>
          </w:p>
          <w:p w:rsidR="00484F23" w:rsidRDefault="00484F23" w:rsidP="00484F23">
            <w:pPr>
              <w:rPr>
                <w:rFonts w:ascii="Calibri" w:hAnsi="Calibri"/>
                <w:color w:val="000000"/>
              </w:rPr>
            </w:pPr>
          </w:p>
          <w:p w:rsidR="00484F23" w:rsidRDefault="00484F23" w:rsidP="00484F2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PRV</w:t>
            </w:r>
          </w:p>
          <w:p w:rsidR="00484F23" w:rsidRDefault="00484F23" w:rsidP="00484F23">
            <w:pPr>
              <w:rPr>
                <w:rFonts w:ascii="Calibri" w:hAnsi="Calibri"/>
                <w:color w:val="000000"/>
              </w:rPr>
            </w:pPr>
          </w:p>
          <w:p w:rsidR="00484F23" w:rsidRDefault="00484F23" w:rsidP="00484F23">
            <w:pPr>
              <w:rPr>
                <w:rFonts w:ascii="Calibri" w:hAnsi="Calibri"/>
                <w:color w:val="000000"/>
              </w:rPr>
            </w:pPr>
          </w:p>
          <w:p w:rsidR="00484F23" w:rsidRDefault="00484F23" w:rsidP="00484F23">
            <w:pPr>
              <w:rPr>
                <w:rFonts w:ascii="Calibri" w:hAnsi="Calibri"/>
                <w:color w:val="000000"/>
              </w:rPr>
            </w:pPr>
          </w:p>
          <w:p w:rsidR="00484F23" w:rsidRPr="00FA5F0E" w:rsidRDefault="00484F23" w:rsidP="00484F2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ČJ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4F23" w:rsidRDefault="00484F23" w:rsidP="00484F23">
            <w:pPr>
              <w:rPr>
                <w:rFonts w:ascii="Calibri" w:hAnsi="Calibri"/>
                <w:color w:val="000000"/>
              </w:rPr>
            </w:pPr>
          </w:p>
          <w:p w:rsidR="00484F23" w:rsidRDefault="00484F23" w:rsidP="00484F23">
            <w:pPr>
              <w:rPr>
                <w:rFonts w:ascii="Calibri" w:hAnsi="Calibri"/>
                <w:color w:val="000000"/>
              </w:rPr>
            </w:pPr>
          </w:p>
          <w:p w:rsidR="00484F23" w:rsidRDefault="00484F23" w:rsidP="00484F2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PRV</w:t>
            </w:r>
          </w:p>
          <w:p w:rsidR="00484F23" w:rsidRDefault="00484F23" w:rsidP="00484F23">
            <w:pPr>
              <w:rPr>
                <w:rFonts w:ascii="Calibri" w:hAnsi="Calibri"/>
                <w:color w:val="000000"/>
              </w:rPr>
            </w:pPr>
          </w:p>
          <w:p w:rsidR="00484F23" w:rsidRDefault="00484F23" w:rsidP="00484F23">
            <w:pPr>
              <w:rPr>
                <w:rFonts w:ascii="Calibri" w:hAnsi="Calibri"/>
                <w:color w:val="000000"/>
              </w:rPr>
            </w:pPr>
          </w:p>
          <w:p w:rsidR="00484F23" w:rsidRDefault="00484F23" w:rsidP="00484F23">
            <w:pPr>
              <w:rPr>
                <w:rFonts w:ascii="Calibri" w:hAnsi="Calibri"/>
                <w:color w:val="000000"/>
              </w:rPr>
            </w:pPr>
          </w:p>
          <w:p w:rsidR="00484F23" w:rsidRPr="00FA5F0E" w:rsidRDefault="00484F23" w:rsidP="00484F2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ČJ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23" w:rsidRDefault="00484F23" w:rsidP="00484F23">
            <w:pPr>
              <w:rPr>
                <w:rFonts w:ascii="Calibri" w:hAnsi="Calibri"/>
                <w:color w:val="000000"/>
              </w:rPr>
            </w:pPr>
          </w:p>
          <w:p w:rsidR="00484F23" w:rsidRDefault="00484F23" w:rsidP="00484F23">
            <w:pPr>
              <w:rPr>
                <w:rFonts w:ascii="Calibri" w:hAnsi="Calibri"/>
                <w:color w:val="000000"/>
              </w:rPr>
            </w:pPr>
          </w:p>
          <w:p w:rsidR="00484F23" w:rsidRDefault="00484F23" w:rsidP="00484F2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PRV</w:t>
            </w:r>
          </w:p>
          <w:p w:rsidR="00484F23" w:rsidRDefault="00484F23" w:rsidP="00484F23">
            <w:pPr>
              <w:rPr>
                <w:rFonts w:ascii="Calibri" w:hAnsi="Calibri"/>
                <w:color w:val="000000"/>
              </w:rPr>
            </w:pPr>
          </w:p>
          <w:p w:rsidR="00484F23" w:rsidRDefault="00484F23" w:rsidP="00484F23">
            <w:pPr>
              <w:rPr>
                <w:rFonts w:ascii="Calibri" w:hAnsi="Calibri"/>
                <w:color w:val="000000"/>
              </w:rPr>
            </w:pPr>
          </w:p>
          <w:p w:rsidR="00484F23" w:rsidRDefault="00484F23" w:rsidP="00484F23">
            <w:pPr>
              <w:rPr>
                <w:rFonts w:ascii="Calibri" w:hAnsi="Calibri"/>
                <w:color w:val="000000"/>
              </w:rPr>
            </w:pPr>
          </w:p>
          <w:p w:rsidR="00484F23" w:rsidRPr="00FA5F0E" w:rsidRDefault="00484F23" w:rsidP="00484F2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ČJ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F23" w:rsidRPr="00FA5F0E" w:rsidRDefault="00484F23" w:rsidP="00484F2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F23" w:rsidRPr="00FA5F0E" w:rsidRDefault="00484F23" w:rsidP="00484F23">
            <w:pPr>
              <w:rPr>
                <w:rFonts w:ascii="Calibri" w:hAnsi="Calibri"/>
                <w:color w:val="000000"/>
              </w:rPr>
            </w:pPr>
          </w:p>
        </w:tc>
      </w:tr>
      <w:tr w:rsidR="00484F23" w:rsidRPr="00FA5F0E" w:rsidTr="00FA5397">
        <w:trPr>
          <w:trHeight w:val="1650"/>
          <w:jc w:val="center"/>
        </w:trPr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23" w:rsidRPr="0042658C" w:rsidRDefault="00484F23" w:rsidP="00484F23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>
              <w:rPr>
                <w:rFonts w:eastAsia="Times New Roman"/>
                <w:color w:val="000000"/>
                <w:lang w:eastAsia="cs-CZ"/>
              </w:rPr>
              <w:t>období</w:t>
            </w:r>
          </w:p>
          <w:p w:rsidR="00484F23" w:rsidRPr="004F3D2F" w:rsidRDefault="00484F23" w:rsidP="00484F2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</w:t>
            </w:r>
            <w:r w:rsidRPr="004F3D2F">
              <w:rPr>
                <w:rFonts w:ascii="Calibri" w:hAnsi="Calibri"/>
                <w:color w:val="000000"/>
              </w:rPr>
              <w:t>niciativně vstupuje do vztahu s vrstevníky, dokáže rozlišit jejich nabídky k aktivitě a na nevhodné reaguje asertivně</w:t>
            </w:r>
          </w:p>
        </w:tc>
        <w:tc>
          <w:tcPr>
            <w:tcW w:w="51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F23" w:rsidRPr="00FA5F0E" w:rsidRDefault="00484F23" w:rsidP="00484F2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F23" w:rsidRPr="00FA5F0E" w:rsidRDefault="00484F23" w:rsidP="00484F2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4F23" w:rsidRPr="00FA5F0E" w:rsidRDefault="00484F23" w:rsidP="00484F2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F23" w:rsidRPr="00FA5F0E" w:rsidRDefault="00484F23" w:rsidP="00484F2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23" w:rsidRDefault="00484F23" w:rsidP="00484F2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ČJ, M</w:t>
            </w:r>
          </w:p>
          <w:p w:rsidR="00484F23" w:rsidRDefault="00484F23" w:rsidP="00484F23">
            <w:pPr>
              <w:rPr>
                <w:rFonts w:ascii="Calibri" w:hAnsi="Calibri"/>
                <w:color w:val="000000"/>
              </w:rPr>
            </w:pPr>
          </w:p>
          <w:p w:rsidR="00484F23" w:rsidRPr="00FA5F0E" w:rsidRDefault="00484F23" w:rsidP="00484F2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ČJ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23" w:rsidRDefault="00484F23" w:rsidP="00484F2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ČJ</w:t>
            </w:r>
          </w:p>
          <w:p w:rsidR="00484F23" w:rsidRDefault="00484F23" w:rsidP="00484F23">
            <w:pPr>
              <w:rPr>
                <w:rFonts w:ascii="Calibri" w:hAnsi="Calibri"/>
                <w:color w:val="000000"/>
              </w:rPr>
            </w:pPr>
          </w:p>
          <w:p w:rsidR="00484F23" w:rsidRDefault="00484F23" w:rsidP="00484F2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ČJ</w:t>
            </w:r>
          </w:p>
          <w:p w:rsidR="00484F23" w:rsidRPr="00FA5F0E" w:rsidRDefault="00484F23" w:rsidP="00484F23">
            <w:pPr>
              <w:rPr>
                <w:rFonts w:ascii="Calibri" w:hAnsi="Calibri"/>
                <w:color w:val="000000"/>
              </w:rPr>
            </w:pPr>
          </w:p>
        </w:tc>
      </w:tr>
    </w:tbl>
    <w:p w:rsidR="00814743" w:rsidRDefault="00814743" w:rsidP="00694C7E">
      <w:pPr>
        <w:spacing w:before="120"/>
        <w:rPr>
          <w:color w:val="000000"/>
        </w:rPr>
      </w:pPr>
    </w:p>
    <w:p w:rsidR="00814743" w:rsidRDefault="00814743" w:rsidP="00694C7E">
      <w:pPr>
        <w:spacing w:before="120"/>
        <w:rPr>
          <w:color w:val="000000"/>
        </w:rPr>
      </w:pPr>
    </w:p>
    <w:p w:rsidR="00814743" w:rsidRDefault="00814743" w:rsidP="00694C7E">
      <w:pPr>
        <w:spacing w:before="120"/>
        <w:rPr>
          <w:color w:val="000000"/>
        </w:rPr>
      </w:pPr>
    </w:p>
    <w:p w:rsidR="00814743" w:rsidRDefault="00814743" w:rsidP="00694C7E">
      <w:pPr>
        <w:spacing w:before="120"/>
        <w:rPr>
          <w:color w:val="000000"/>
        </w:rPr>
      </w:pPr>
    </w:p>
    <w:p w:rsidR="00814743" w:rsidRDefault="00814743" w:rsidP="00694C7E">
      <w:pPr>
        <w:spacing w:before="120"/>
        <w:rPr>
          <w:color w:val="000000"/>
        </w:rPr>
      </w:pPr>
    </w:p>
    <w:p w:rsidR="00814743" w:rsidRDefault="00814743" w:rsidP="00694C7E">
      <w:pPr>
        <w:spacing w:before="120"/>
        <w:rPr>
          <w:color w:val="000000"/>
        </w:rPr>
      </w:pPr>
    </w:p>
    <w:p w:rsidR="00814743" w:rsidRDefault="00814743" w:rsidP="00694C7E">
      <w:pPr>
        <w:spacing w:before="120"/>
        <w:rPr>
          <w:color w:val="000000"/>
        </w:rPr>
      </w:pPr>
    </w:p>
    <w:p w:rsidR="00814743" w:rsidRDefault="00814743" w:rsidP="00814743">
      <w:pPr>
        <w:rPr>
          <w:b/>
          <w:sz w:val="32"/>
          <w:szCs w:val="32"/>
        </w:rPr>
      </w:pPr>
      <w:r w:rsidRPr="00BC692E">
        <w:rPr>
          <w:b/>
          <w:sz w:val="32"/>
          <w:szCs w:val="32"/>
        </w:rPr>
        <w:lastRenderedPageBreak/>
        <w:t>Vzdělávací oblast</w:t>
      </w:r>
      <w:r>
        <w:rPr>
          <w:b/>
          <w:sz w:val="32"/>
          <w:szCs w:val="32"/>
        </w:rPr>
        <w:t xml:space="preserve">:     </w:t>
      </w:r>
      <w:r w:rsidRPr="004078C8">
        <w:rPr>
          <w:b/>
          <w:sz w:val="32"/>
          <w:szCs w:val="32"/>
        </w:rPr>
        <w:t xml:space="preserve">Etická výchova </w:t>
      </w:r>
      <w:r>
        <w:rPr>
          <w:b/>
          <w:sz w:val="32"/>
          <w:szCs w:val="32"/>
        </w:rPr>
        <w:t>2</w:t>
      </w:r>
      <w:r w:rsidRPr="004078C8">
        <w:rPr>
          <w:b/>
          <w:sz w:val="32"/>
          <w:szCs w:val="32"/>
        </w:rPr>
        <w:t xml:space="preserve">. stupeň </w:t>
      </w:r>
    </w:p>
    <w:p w:rsidR="00814743" w:rsidRPr="004078C8" w:rsidRDefault="00814743" w:rsidP="00814743">
      <w:pPr>
        <w:rPr>
          <w:b/>
          <w:sz w:val="32"/>
          <w:szCs w:val="32"/>
        </w:rPr>
      </w:pPr>
    </w:p>
    <w:tbl>
      <w:tblPr>
        <w:tblW w:w="1419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38"/>
        <w:gridCol w:w="4712"/>
        <w:gridCol w:w="1460"/>
        <w:gridCol w:w="1460"/>
        <w:gridCol w:w="1460"/>
        <w:gridCol w:w="1460"/>
      </w:tblGrid>
      <w:tr w:rsidR="00814743" w:rsidRPr="00FA5F0E" w:rsidTr="00814743">
        <w:trPr>
          <w:trHeight w:val="405"/>
          <w:jc w:val="center"/>
        </w:trPr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743" w:rsidRPr="00FA5F0E" w:rsidRDefault="00814743" w:rsidP="00814743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Výstup</w:t>
            </w:r>
          </w:p>
        </w:tc>
        <w:tc>
          <w:tcPr>
            <w:tcW w:w="4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743" w:rsidRPr="00FA5F0E" w:rsidRDefault="00814743" w:rsidP="00814743">
            <w:pPr>
              <w:tabs>
                <w:tab w:val="left" w:pos="400"/>
              </w:tabs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Učivo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743" w:rsidRPr="00FA5F0E" w:rsidRDefault="00814743" w:rsidP="00814743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6.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743" w:rsidRPr="00FA5F0E" w:rsidRDefault="00814743" w:rsidP="0081474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7.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743" w:rsidRPr="00FA5F0E" w:rsidRDefault="00814743" w:rsidP="00814743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8.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743" w:rsidRPr="00FA5F0E" w:rsidRDefault="00814743" w:rsidP="00814743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9.</w:t>
            </w:r>
          </w:p>
        </w:tc>
      </w:tr>
      <w:tr w:rsidR="00814743" w:rsidRPr="00FA5F0E" w:rsidTr="00814743">
        <w:trPr>
          <w:trHeight w:val="405"/>
          <w:jc w:val="center"/>
        </w:trPr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743" w:rsidRPr="00FA5F0E" w:rsidRDefault="00814743" w:rsidP="00814743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Komunikuje otevřeně, pravdivě,s porozuměním pro potřeby druhých a přiměřeně situaci</w:t>
            </w:r>
          </w:p>
        </w:tc>
        <w:tc>
          <w:tcPr>
            <w:tcW w:w="4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743" w:rsidRPr="00FA5F0E" w:rsidRDefault="00814743" w:rsidP="00814743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Otevřená komunikace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743" w:rsidRPr="00FA5F0E" w:rsidRDefault="00814743" w:rsidP="00814743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Čj,A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743" w:rsidRPr="00FA5F0E" w:rsidRDefault="00814743" w:rsidP="00814743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ČJ,A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743" w:rsidRPr="00FA5F0E" w:rsidRDefault="00814743" w:rsidP="0081474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ČJ,A,N</w:t>
            </w:r>
            <w:r w:rsidRPr="00FA5F0E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743" w:rsidRPr="00FA5F0E" w:rsidRDefault="00814743" w:rsidP="00814743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ČJ,A,N</w:t>
            </w:r>
          </w:p>
        </w:tc>
      </w:tr>
      <w:tr w:rsidR="00814743" w:rsidRPr="00FA5F0E" w:rsidTr="00814743">
        <w:trPr>
          <w:trHeight w:val="405"/>
          <w:jc w:val="center"/>
        </w:trPr>
        <w:tc>
          <w:tcPr>
            <w:tcW w:w="3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743" w:rsidRPr="00FA5F0E" w:rsidRDefault="00814743" w:rsidP="00814743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743" w:rsidRPr="00FA5F0E" w:rsidRDefault="00814743" w:rsidP="00814743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Úrovně komunikace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743" w:rsidRPr="00FA5F0E" w:rsidRDefault="00814743" w:rsidP="00814743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Čj,A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743" w:rsidRPr="00FA5F0E" w:rsidRDefault="00814743" w:rsidP="00814743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ČJ,A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743" w:rsidRPr="00FA5F0E" w:rsidRDefault="00814743" w:rsidP="0081474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ČJ,A,N</w:t>
            </w:r>
            <w:r w:rsidRPr="00FA5F0E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743" w:rsidRPr="00FA5F0E" w:rsidRDefault="00814743" w:rsidP="00814743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ČJ,A,N</w:t>
            </w:r>
          </w:p>
        </w:tc>
      </w:tr>
      <w:tr w:rsidR="00814743" w:rsidRPr="00FA5F0E" w:rsidTr="00814743">
        <w:trPr>
          <w:trHeight w:val="405"/>
          <w:jc w:val="center"/>
        </w:trPr>
        <w:tc>
          <w:tcPr>
            <w:tcW w:w="3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743" w:rsidRPr="00FA5F0E" w:rsidRDefault="00814743" w:rsidP="00814743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743" w:rsidRPr="00FA5F0E" w:rsidRDefault="00814743" w:rsidP="00814743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Zásady a chyby verbální komunikace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743" w:rsidRPr="00FA5F0E" w:rsidRDefault="00814743" w:rsidP="00814743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Čj,A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743" w:rsidRPr="00FA5F0E" w:rsidRDefault="00814743" w:rsidP="00814743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ČJ,A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743" w:rsidRPr="00FA5F0E" w:rsidRDefault="00814743" w:rsidP="0081474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ČJ,A,N</w:t>
            </w:r>
            <w:r w:rsidRPr="00FA5F0E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743" w:rsidRPr="00FA5F0E" w:rsidRDefault="00814743" w:rsidP="00814743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ČJ,A,N</w:t>
            </w:r>
          </w:p>
        </w:tc>
      </w:tr>
      <w:tr w:rsidR="00814743" w:rsidRPr="00FA5F0E" w:rsidTr="00814743">
        <w:trPr>
          <w:trHeight w:val="405"/>
          <w:jc w:val="center"/>
        </w:trPr>
        <w:tc>
          <w:tcPr>
            <w:tcW w:w="3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743" w:rsidRPr="00FA5F0E" w:rsidRDefault="00814743" w:rsidP="00814743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743" w:rsidRPr="00FA5F0E" w:rsidRDefault="00814743" w:rsidP="00814743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 xml:space="preserve">Dialog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743" w:rsidRPr="00FA5F0E" w:rsidRDefault="00814743" w:rsidP="00814743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Čj,A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743" w:rsidRPr="00FA5F0E" w:rsidRDefault="00814743" w:rsidP="00814743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ČJ,A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743" w:rsidRPr="00FA5F0E" w:rsidRDefault="00814743" w:rsidP="0081474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ČJ,A,N</w:t>
            </w:r>
            <w:r w:rsidRPr="00FA5F0E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743" w:rsidRPr="00FA5F0E" w:rsidRDefault="00814743" w:rsidP="00814743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ČJ,A,N</w:t>
            </w:r>
          </w:p>
        </w:tc>
      </w:tr>
      <w:tr w:rsidR="00814743" w:rsidRPr="00FA5F0E" w:rsidTr="00814743">
        <w:trPr>
          <w:trHeight w:val="405"/>
          <w:jc w:val="center"/>
        </w:trPr>
        <w:tc>
          <w:tcPr>
            <w:tcW w:w="3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743" w:rsidRPr="00FA5F0E" w:rsidRDefault="00814743" w:rsidP="00814743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743" w:rsidRPr="00FA5F0E" w:rsidRDefault="00814743" w:rsidP="00814743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Komunikace ve ztížených podmínkách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743" w:rsidRPr="00FA5F0E" w:rsidRDefault="00814743" w:rsidP="00814743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743" w:rsidRPr="00FA5F0E" w:rsidRDefault="00814743" w:rsidP="00814743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743" w:rsidRPr="00FA5F0E" w:rsidRDefault="00814743" w:rsidP="00814743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Ov,Rv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743" w:rsidRPr="00FA5F0E" w:rsidRDefault="00814743" w:rsidP="00814743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</w:p>
        </w:tc>
      </w:tr>
      <w:tr w:rsidR="00814743" w:rsidRPr="00FA5F0E" w:rsidTr="00814743">
        <w:trPr>
          <w:trHeight w:val="405"/>
          <w:jc w:val="center"/>
        </w:trPr>
        <w:tc>
          <w:tcPr>
            <w:tcW w:w="3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743" w:rsidRPr="00FA5F0E" w:rsidRDefault="00814743" w:rsidP="00814743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743" w:rsidRPr="00FA5F0E" w:rsidRDefault="00814743" w:rsidP="00814743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Aktivní naslouchání – cíle a zásady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743" w:rsidRPr="00FA5F0E" w:rsidRDefault="00814743" w:rsidP="00814743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Čj,A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743" w:rsidRPr="00FA5F0E" w:rsidRDefault="00814743" w:rsidP="00814743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ČJ,A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743" w:rsidRPr="00FA5F0E" w:rsidRDefault="00814743" w:rsidP="0081474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ČJ,A,N</w:t>
            </w:r>
            <w:r w:rsidRPr="00FA5F0E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743" w:rsidRPr="00FA5F0E" w:rsidRDefault="00814743" w:rsidP="00814743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ČJ,A,N</w:t>
            </w:r>
          </w:p>
        </w:tc>
      </w:tr>
      <w:tr w:rsidR="00814743" w:rsidRPr="00FA5F0E" w:rsidTr="00814743">
        <w:trPr>
          <w:trHeight w:val="405"/>
          <w:jc w:val="center"/>
        </w:trPr>
        <w:tc>
          <w:tcPr>
            <w:tcW w:w="3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743" w:rsidRPr="00FA5F0E" w:rsidRDefault="00814743" w:rsidP="00814743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743" w:rsidRPr="00FA5F0E" w:rsidRDefault="00814743" w:rsidP="00814743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Nácvik aktivního naslouchání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743" w:rsidRPr="00FA5F0E" w:rsidRDefault="00814743" w:rsidP="0081474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Ov</w:t>
            </w:r>
            <w:r w:rsidRPr="00FA5F0E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743" w:rsidRPr="00FA5F0E" w:rsidRDefault="00814743" w:rsidP="0081474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Ov</w:t>
            </w:r>
            <w:r w:rsidRPr="00FA5F0E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743" w:rsidRPr="00FA5F0E" w:rsidRDefault="00814743" w:rsidP="0081474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Ov</w:t>
            </w:r>
            <w:r w:rsidRPr="00FA5F0E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743" w:rsidRPr="00FA5F0E" w:rsidRDefault="00814743" w:rsidP="0081474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Ov</w:t>
            </w:r>
            <w:r w:rsidRPr="00FA5F0E">
              <w:rPr>
                <w:rFonts w:ascii="Calibri" w:hAnsi="Calibri"/>
                <w:color w:val="000000"/>
              </w:rPr>
              <w:t> </w:t>
            </w:r>
          </w:p>
        </w:tc>
      </w:tr>
    </w:tbl>
    <w:p w:rsidR="00694C7E" w:rsidRDefault="00694C7E" w:rsidP="00694C7E">
      <w:pPr>
        <w:spacing w:before="120"/>
        <w:rPr>
          <w:color w:val="000000"/>
        </w:rPr>
      </w:pPr>
    </w:p>
    <w:p w:rsidR="00361405" w:rsidRDefault="00361405" w:rsidP="00694C7E">
      <w:pPr>
        <w:spacing w:before="120"/>
        <w:rPr>
          <w:color w:val="000000"/>
        </w:rPr>
      </w:pPr>
    </w:p>
    <w:p w:rsidR="00361405" w:rsidRDefault="00361405" w:rsidP="00694C7E">
      <w:pPr>
        <w:spacing w:before="120"/>
        <w:rPr>
          <w:color w:val="000000"/>
        </w:rPr>
      </w:pPr>
    </w:p>
    <w:p w:rsidR="00361405" w:rsidRDefault="00361405" w:rsidP="00694C7E">
      <w:pPr>
        <w:spacing w:before="120"/>
        <w:rPr>
          <w:color w:val="000000"/>
        </w:rPr>
      </w:pPr>
    </w:p>
    <w:p w:rsidR="00361405" w:rsidRDefault="00361405" w:rsidP="00694C7E">
      <w:pPr>
        <w:spacing w:before="120"/>
        <w:rPr>
          <w:color w:val="000000"/>
        </w:rPr>
      </w:pPr>
    </w:p>
    <w:p w:rsidR="00361405" w:rsidRDefault="00361405" w:rsidP="00694C7E">
      <w:pPr>
        <w:spacing w:before="120"/>
        <w:rPr>
          <w:color w:val="000000"/>
        </w:rPr>
      </w:pPr>
    </w:p>
    <w:p w:rsidR="00361405" w:rsidRDefault="00361405" w:rsidP="00694C7E">
      <w:pPr>
        <w:spacing w:before="120"/>
        <w:rPr>
          <w:color w:val="000000"/>
        </w:rPr>
      </w:pPr>
    </w:p>
    <w:p w:rsidR="00361405" w:rsidRDefault="00361405" w:rsidP="00694C7E">
      <w:pPr>
        <w:spacing w:before="120"/>
        <w:rPr>
          <w:color w:val="000000"/>
        </w:rPr>
      </w:pPr>
    </w:p>
    <w:p w:rsidR="00361405" w:rsidRDefault="00361405" w:rsidP="00694C7E">
      <w:pPr>
        <w:spacing w:before="120"/>
        <w:rPr>
          <w:color w:val="000000"/>
        </w:rPr>
      </w:pPr>
    </w:p>
    <w:p w:rsidR="00361405" w:rsidRDefault="00361405" w:rsidP="00694C7E">
      <w:pPr>
        <w:spacing w:before="120"/>
        <w:rPr>
          <w:color w:val="000000"/>
        </w:rPr>
      </w:pPr>
    </w:p>
    <w:p w:rsidR="00361405" w:rsidRDefault="00361405" w:rsidP="00694C7E">
      <w:pPr>
        <w:spacing w:before="120"/>
        <w:rPr>
          <w:color w:val="000000"/>
        </w:rPr>
      </w:pPr>
    </w:p>
    <w:tbl>
      <w:tblPr>
        <w:tblW w:w="1419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46"/>
        <w:gridCol w:w="4904"/>
        <w:gridCol w:w="1460"/>
        <w:gridCol w:w="1460"/>
        <w:gridCol w:w="1460"/>
        <w:gridCol w:w="1460"/>
      </w:tblGrid>
      <w:tr w:rsidR="00361405" w:rsidRPr="00FA5F0E" w:rsidTr="00D439D5">
        <w:trPr>
          <w:trHeight w:val="405"/>
          <w:jc w:val="center"/>
        </w:trPr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lastRenderedPageBreak/>
              <w:t> </w:t>
            </w:r>
            <w:r>
              <w:rPr>
                <w:rFonts w:ascii="Calibri" w:hAnsi="Calibri"/>
                <w:color w:val="000000"/>
              </w:rPr>
              <w:t>Výstup</w:t>
            </w:r>
          </w:p>
        </w:tc>
        <w:tc>
          <w:tcPr>
            <w:tcW w:w="4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tabs>
                <w:tab w:val="left" w:pos="400"/>
              </w:tabs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Učivo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6.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7.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8.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9.</w:t>
            </w:r>
          </w:p>
        </w:tc>
      </w:tr>
      <w:tr w:rsidR="00361405" w:rsidRPr="00FA5F0E" w:rsidTr="00D439D5">
        <w:trPr>
          <w:trHeight w:val="40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Respektuje velikost a důstojnost lidské osoby, objevuje vlastní jedinečnost a identitu a vytváří si zdravé sebevědomí</w:t>
            </w:r>
          </w:p>
        </w:tc>
        <w:tc>
          <w:tcPr>
            <w:tcW w:w="4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Úcta k lidské osobě -důstojnost a identita lidské osoby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Ov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</w:p>
        </w:tc>
      </w:tr>
      <w:tr w:rsidR="00361405" w:rsidRPr="00FA5F0E" w:rsidTr="00D439D5">
        <w:trPr>
          <w:trHeight w:val="40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Lidská práva a jejich zdroje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Ov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Ov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Ov</w:t>
            </w:r>
            <w:r w:rsidRPr="00FA5F0E">
              <w:rPr>
                <w:rFonts w:ascii="Calibri" w:hAnsi="Calibri"/>
                <w:color w:val="000000"/>
              </w:rPr>
              <w:t> </w:t>
            </w:r>
          </w:p>
        </w:tc>
      </w:tr>
      <w:tr w:rsidR="00361405" w:rsidRPr="00FA5F0E" w:rsidTr="00D439D5">
        <w:trPr>
          <w:trHeight w:val="40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Svoboda, rovnost,potenciality člověka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Ov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Ov</w:t>
            </w:r>
            <w:r w:rsidRPr="00FA5F0E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Ov</w:t>
            </w:r>
            <w:r w:rsidRPr="00FA5F0E">
              <w:rPr>
                <w:rFonts w:ascii="Calibri" w:hAnsi="Calibri"/>
                <w:color w:val="000000"/>
              </w:rPr>
              <w:t> </w:t>
            </w:r>
          </w:p>
        </w:tc>
      </w:tr>
      <w:tr w:rsidR="00361405" w:rsidRPr="00FA5F0E" w:rsidTr="00D439D5">
        <w:trPr>
          <w:trHeight w:val="40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Pozitivní hodnocení druhých v obtížných situacích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Ov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</w:p>
        </w:tc>
      </w:tr>
      <w:tr w:rsidR="00361405" w:rsidRPr="00FA5F0E" w:rsidTr="00D439D5">
        <w:trPr>
          <w:trHeight w:val="40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Občanská zralost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Ov</w:t>
            </w:r>
          </w:p>
        </w:tc>
      </w:tr>
      <w:tr w:rsidR="00361405" w:rsidRPr="00FA5F0E" w:rsidTr="00D439D5">
        <w:trPr>
          <w:trHeight w:val="40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Jedinečnost a identita člověka – rozvoj sebevědomí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Ov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Ov</w:t>
            </w:r>
          </w:p>
        </w:tc>
      </w:tr>
      <w:tr w:rsidR="00361405" w:rsidRPr="00FA5F0E" w:rsidTr="00D439D5">
        <w:trPr>
          <w:trHeight w:val="40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Hodnotová orientace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Ov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Ov</w:t>
            </w:r>
            <w:r w:rsidRPr="00FA5F0E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Ov</w:t>
            </w:r>
            <w:r w:rsidRPr="00FA5F0E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Ov</w:t>
            </w:r>
            <w:r w:rsidRPr="00FA5F0E">
              <w:rPr>
                <w:rFonts w:ascii="Calibri" w:hAnsi="Calibri"/>
                <w:color w:val="000000"/>
              </w:rPr>
              <w:t> </w:t>
            </w:r>
          </w:p>
        </w:tc>
      </w:tr>
      <w:tr w:rsidR="00361405" w:rsidRPr="00FA5F0E" w:rsidTr="00D439D5">
        <w:trPr>
          <w:trHeight w:val="40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Rozvoj sebeovládání a morálního úsudku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Ov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</w:p>
        </w:tc>
      </w:tr>
      <w:tr w:rsidR="00361405" w:rsidRPr="00FA5F0E" w:rsidTr="00D439D5">
        <w:trPr>
          <w:trHeight w:val="40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Úvahy nad mravními zásadami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Čj,Ov</w:t>
            </w:r>
          </w:p>
        </w:tc>
      </w:tr>
      <w:tr w:rsidR="00361405" w:rsidRPr="00FA5F0E" w:rsidTr="00D439D5">
        <w:trPr>
          <w:trHeight w:val="405"/>
          <w:jc w:val="center"/>
        </w:trPr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Radost a optimismus v životě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Ve všech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předmětech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</w:p>
        </w:tc>
      </w:tr>
    </w:tbl>
    <w:p w:rsidR="00814743" w:rsidRDefault="00814743" w:rsidP="00694C7E">
      <w:pPr>
        <w:spacing w:before="120"/>
        <w:rPr>
          <w:color w:val="000000"/>
        </w:rPr>
      </w:pPr>
    </w:p>
    <w:p w:rsidR="00814743" w:rsidRDefault="00814743" w:rsidP="00694C7E">
      <w:pPr>
        <w:spacing w:before="120"/>
        <w:rPr>
          <w:color w:val="000000"/>
        </w:rPr>
      </w:pPr>
    </w:p>
    <w:p w:rsidR="00814743" w:rsidRDefault="00814743" w:rsidP="00694C7E">
      <w:pPr>
        <w:spacing w:before="120"/>
        <w:rPr>
          <w:color w:val="000000"/>
        </w:rPr>
      </w:pPr>
    </w:p>
    <w:p w:rsidR="00814743" w:rsidRDefault="00814743" w:rsidP="00694C7E">
      <w:pPr>
        <w:spacing w:before="120"/>
        <w:rPr>
          <w:color w:val="000000"/>
        </w:rPr>
      </w:pPr>
    </w:p>
    <w:p w:rsidR="00814743" w:rsidRDefault="00814743" w:rsidP="00694C7E">
      <w:pPr>
        <w:spacing w:before="120"/>
        <w:rPr>
          <w:color w:val="000000"/>
        </w:rPr>
      </w:pPr>
    </w:p>
    <w:p w:rsidR="00814743" w:rsidRDefault="00814743" w:rsidP="00694C7E">
      <w:pPr>
        <w:spacing w:before="120"/>
        <w:rPr>
          <w:color w:val="000000"/>
        </w:rPr>
      </w:pPr>
    </w:p>
    <w:p w:rsidR="00814743" w:rsidRDefault="00814743" w:rsidP="00694C7E">
      <w:pPr>
        <w:spacing w:before="120"/>
        <w:rPr>
          <w:color w:val="000000"/>
        </w:rPr>
      </w:pPr>
    </w:p>
    <w:p w:rsidR="00814743" w:rsidRDefault="00814743" w:rsidP="00694C7E">
      <w:pPr>
        <w:spacing w:before="120"/>
        <w:rPr>
          <w:color w:val="000000"/>
        </w:rPr>
      </w:pPr>
    </w:p>
    <w:tbl>
      <w:tblPr>
        <w:tblW w:w="1419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46"/>
        <w:gridCol w:w="4904"/>
        <w:gridCol w:w="1460"/>
        <w:gridCol w:w="1460"/>
        <w:gridCol w:w="1460"/>
        <w:gridCol w:w="1460"/>
      </w:tblGrid>
      <w:tr w:rsidR="00361405" w:rsidRPr="00FA5F0E" w:rsidTr="00D439D5">
        <w:trPr>
          <w:trHeight w:val="405"/>
          <w:jc w:val="center"/>
        </w:trPr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lastRenderedPageBreak/>
              <w:t> </w:t>
            </w:r>
            <w:r>
              <w:rPr>
                <w:rFonts w:ascii="Calibri" w:hAnsi="Calibri"/>
                <w:color w:val="000000"/>
              </w:rPr>
              <w:t>Výstup</w:t>
            </w:r>
          </w:p>
        </w:tc>
        <w:tc>
          <w:tcPr>
            <w:tcW w:w="4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tabs>
                <w:tab w:val="left" w:pos="400"/>
              </w:tabs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Učivo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6.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7.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8.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9.</w:t>
            </w:r>
          </w:p>
        </w:tc>
      </w:tr>
      <w:tr w:rsidR="00361405" w:rsidRPr="00FA5F0E" w:rsidTr="00D439D5">
        <w:trPr>
          <w:trHeight w:val="405"/>
          <w:jc w:val="center"/>
        </w:trPr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Nahrazuje agresivní a pasivní chování asertivním, neagresivním způsobem obhajuje svá práva, analyzuje a aplikuje empatii v kolektivu</w:t>
            </w:r>
          </w:p>
        </w:tc>
        <w:tc>
          <w:tcPr>
            <w:tcW w:w="4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Asertivní chování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Rv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Rv</w:t>
            </w:r>
          </w:p>
        </w:tc>
      </w:tr>
      <w:tr w:rsidR="00361405" w:rsidRPr="00FA5F0E" w:rsidTr="00D439D5">
        <w:trPr>
          <w:trHeight w:val="40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Přijatelný kompromis, konstruktivní kritika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ČJ</w:t>
            </w:r>
          </w:p>
        </w:tc>
      </w:tr>
      <w:tr w:rsidR="00361405" w:rsidRPr="00FA5F0E" w:rsidTr="00D439D5">
        <w:trPr>
          <w:trHeight w:val="40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Přijetí pochvaly, požádání o laskavost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Ov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</w:p>
        </w:tc>
      </w:tr>
      <w:tr w:rsidR="00361405" w:rsidRPr="00FA5F0E" w:rsidTr="00D439D5">
        <w:trPr>
          <w:trHeight w:val="40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Otázka po důvodu, řešení konfliktu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Ov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Ov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</w:p>
        </w:tc>
      </w:tr>
      <w:tr w:rsidR="00361405" w:rsidRPr="00FA5F0E" w:rsidTr="00D439D5">
        <w:trPr>
          <w:trHeight w:val="40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Obrana před manipulací – asertivní techniky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Rv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</w:p>
        </w:tc>
      </w:tr>
      <w:tr w:rsidR="00361405" w:rsidRPr="00FA5F0E" w:rsidTr="00D439D5">
        <w:trPr>
          <w:trHeight w:val="40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Fair play –zdravá soutěživost, dodržování pravidel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Tv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Tv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Tv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Tv</w:t>
            </w:r>
          </w:p>
        </w:tc>
      </w:tr>
      <w:tr w:rsidR="00361405" w:rsidRPr="00FA5F0E" w:rsidTr="00D439D5">
        <w:trPr>
          <w:trHeight w:val="40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Asertivita a prosociálnost v soutěžích, prosociálnost a sport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Tv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Tv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Tv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Tv</w:t>
            </w:r>
          </w:p>
        </w:tc>
      </w:tr>
    </w:tbl>
    <w:p w:rsidR="00814743" w:rsidRDefault="00814743" w:rsidP="00694C7E">
      <w:pPr>
        <w:spacing w:before="120"/>
        <w:rPr>
          <w:color w:val="000000"/>
        </w:rPr>
      </w:pPr>
    </w:p>
    <w:p w:rsidR="00814743" w:rsidRDefault="00814743" w:rsidP="00694C7E">
      <w:pPr>
        <w:spacing w:before="120"/>
        <w:rPr>
          <w:color w:val="000000"/>
        </w:rPr>
      </w:pPr>
    </w:p>
    <w:p w:rsidR="00814743" w:rsidRDefault="00814743" w:rsidP="00694C7E">
      <w:pPr>
        <w:spacing w:before="120"/>
        <w:rPr>
          <w:color w:val="000000"/>
        </w:rPr>
      </w:pPr>
    </w:p>
    <w:p w:rsidR="00814743" w:rsidRDefault="00814743" w:rsidP="00694C7E">
      <w:pPr>
        <w:spacing w:before="120"/>
        <w:rPr>
          <w:color w:val="000000"/>
        </w:rPr>
      </w:pPr>
    </w:p>
    <w:p w:rsidR="00361405" w:rsidRDefault="00361405" w:rsidP="00694C7E">
      <w:pPr>
        <w:spacing w:before="120"/>
        <w:rPr>
          <w:color w:val="000000"/>
        </w:rPr>
      </w:pPr>
    </w:p>
    <w:p w:rsidR="00361405" w:rsidRDefault="00361405" w:rsidP="00694C7E">
      <w:pPr>
        <w:spacing w:before="120"/>
        <w:rPr>
          <w:color w:val="000000"/>
        </w:rPr>
      </w:pPr>
    </w:p>
    <w:p w:rsidR="00361405" w:rsidRDefault="00361405" w:rsidP="00694C7E">
      <w:pPr>
        <w:spacing w:before="120"/>
        <w:rPr>
          <w:color w:val="000000"/>
        </w:rPr>
      </w:pPr>
    </w:p>
    <w:p w:rsidR="00361405" w:rsidRDefault="00361405" w:rsidP="00694C7E">
      <w:pPr>
        <w:spacing w:before="120"/>
        <w:rPr>
          <w:color w:val="000000"/>
        </w:rPr>
      </w:pPr>
    </w:p>
    <w:p w:rsidR="00361405" w:rsidRDefault="00361405" w:rsidP="00694C7E">
      <w:pPr>
        <w:spacing w:before="120"/>
        <w:rPr>
          <w:color w:val="000000"/>
        </w:rPr>
      </w:pPr>
    </w:p>
    <w:p w:rsidR="00361405" w:rsidRDefault="00361405" w:rsidP="00694C7E">
      <w:pPr>
        <w:spacing w:before="120"/>
        <w:rPr>
          <w:color w:val="000000"/>
        </w:rPr>
      </w:pPr>
    </w:p>
    <w:p w:rsidR="00361405" w:rsidRDefault="00361405" w:rsidP="00694C7E">
      <w:pPr>
        <w:spacing w:before="120"/>
        <w:rPr>
          <w:color w:val="000000"/>
        </w:rPr>
      </w:pPr>
    </w:p>
    <w:tbl>
      <w:tblPr>
        <w:tblW w:w="1419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46"/>
        <w:gridCol w:w="4904"/>
        <w:gridCol w:w="1460"/>
        <w:gridCol w:w="1460"/>
        <w:gridCol w:w="1460"/>
        <w:gridCol w:w="1460"/>
      </w:tblGrid>
      <w:tr w:rsidR="00361405" w:rsidRPr="00FA5F0E" w:rsidTr="00D439D5">
        <w:trPr>
          <w:trHeight w:val="405"/>
          <w:jc w:val="center"/>
        </w:trPr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lastRenderedPageBreak/>
              <w:t> </w:t>
            </w:r>
            <w:r>
              <w:rPr>
                <w:rFonts w:ascii="Calibri" w:hAnsi="Calibri"/>
                <w:color w:val="000000"/>
              </w:rPr>
              <w:t>Výstup</w:t>
            </w:r>
          </w:p>
        </w:tc>
        <w:tc>
          <w:tcPr>
            <w:tcW w:w="4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tabs>
                <w:tab w:val="left" w:pos="400"/>
              </w:tabs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Učivo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6.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7.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8.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9.</w:t>
            </w:r>
          </w:p>
        </w:tc>
      </w:tr>
      <w:tr w:rsidR="00361405" w:rsidRPr="00FA5F0E" w:rsidTr="00D439D5">
        <w:trPr>
          <w:trHeight w:val="40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Rozlišuje manipulační působení médií a identifikuje se s pozitivními prosociálními vzory</w:t>
            </w:r>
          </w:p>
        </w:tc>
        <w:tc>
          <w:tcPr>
            <w:tcW w:w="4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Reálné a zobrazené vzory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</w:p>
        </w:tc>
      </w:tr>
      <w:tr w:rsidR="00361405" w:rsidRPr="00FA5F0E" w:rsidTr="00D439D5">
        <w:trPr>
          <w:trHeight w:val="40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 w:rsidRPr="005378A4">
              <w:rPr>
                <w:rFonts w:ascii="Calibri" w:hAnsi="Calibri"/>
                <w:b/>
                <w:color w:val="000000"/>
              </w:rPr>
              <w:t>Pozitivní vzory versus pochybné idoly</w:t>
            </w:r>
            <w:r>
              <w:rPr>
                <w:rFonts w:ascii="Calibri" w:hAnsi="Calibri"/>
                <w:color w:val="000000"/>
              </w:rPr>
              <w:t xml:space="preserve"> – senzibilizace pro rozlišování vzorů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ČJ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ČJ</w:t>
            </w:r>
          </w:p>
        </w:tc>
      </w:tr>
      <w:tr w:rsidR="00361405" w:rsidRPr="00FA5F0E" w:rsidTr="00D439D5">
        <w:trPr>
          <w:trHeight w:val="40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Vliv reálných vzorů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Ov,F,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Z,D,F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CH,F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</w:t>
            </w:r>
          </w:p>
        </w:tc>
      </w:tr>
      <w:tr w:rsidR="00361405" w:rsidRPr="00FA5F0E" w:rsidTr="00D439D5">
        <w:trPr>
          <w:trHeight w:val="40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Prosociální vzory ve veřejném životě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Ov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Ov</w:t>
            </w:r>
          </w:p>
        </w:tc>
      </w:tr>
      <w:tr w:rsidR="00361405" w:rsidRPr="00FA5F0E" w:rsidTr="00D439D5">
        <w:trPr>
          <w:trHeight w:val="40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Vzory ve vlastní rodině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Ov,Rv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</w:p>
        </w:tc>
      </w:tr>
      <w:tr w:rsidR="00361405" w:rsidRPr="00FA5F0E" w:rsidTr="00D439D5">
        <w:trPr>
          <w:trHeight w:val="40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Vliv zobrazených vzorů a vhodné literární prameny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ČJ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ČJ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ČJ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ČJ</w:t>
            </w:r>
          </w:p>
        </w:tc>
      </w:tr>
      <w:tr w:rsidR="00361405" w:rsidRPr="00FA5F0E" w:rsidTr="00D439D5">
        <w:trPr>
          <w:trHeight w:val="40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Smysl autority a vztah k ní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Ov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Ov</w:t>
            </w:r>
          </w:p>
        </w:tc>
      </w:tr>
      <w:tr w:rsidR="00361405" w:rsidRPr="00FA5F0E" w:rsidTr="00D439D5">
        <w:trPr>
          <w:trHeight w:val="40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5378A4" w:rsidRDefault="00361405" w:rsidP="00D439D5">
            <w:pPr>
              <w:rPr>
                <w:rFonts w:ascii="Calibri" w:hAnsi="Calibri"/>
                <w:b/>
                <w:color w:val="000000"/>
              </w:rPr>
            </w:pPr>
            <w:r w:rsidRPr="005378A4">
              <w:rPr>
                <w:rFonts w:ascii="Calibri" w:hAnsi="Calibri"/>
                <w:b/>
                <w:color w:val="000000"/>
              </w:rPr>
              <w:t>Podpora pozitivního působení televize a médií</w:t>
            </w:r>
            <w:r>
              <w:rPr>
                <w:rFonts w:ascii="Calibri" w:hAnsi="Calibri"/>
                <w:b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–</w:t>
            </w:r>
            <w:r w:rsidRPr="005378A4">
              <w:rPr>
                <w:rFonts w:ascii="Calibri" w:hAnsi="Calibri"/>
                <w:color w:val="000000"/>
              </w:rPr>
              <w:t>nabídka</w:t>
            </w:r>
            <w:r>
              <w:rPr>
                <w:rFonts w:ascii="Calibri" w:hAnsi="Calibri"/>
                <w:color w:val="000000"/>
              </w:rPr>
              <w:t xml:space="preserve"> pozitivních vzorů v médiích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Rv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ČJ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ČJ</w:t>
            </w:r>
          </w:p>
        </w:tc>
      </w:tr>
      <w:tr w:rsidR="00361405" w:rsidRPr="00FA5F0E" w:rsidTr="00D439D5">
        <w:trPr>
          <w:trHeight w:val="40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Kritický přístup k působení médií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Rv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ČJ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ČJ</w:t>
            </w:r>
          </w:p>
        </w:tc>
      </w:tr>
      <w:tr w:rsidR="00361405" w:rsidRPr="00FA5F0E" w:rsidTr="00D439D5">
        <w:trPr>
          <w:trHeight w:val="40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Eliminace vlivu agrese, zvládání agrese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Rv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Ov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</w:p>
        </w:tc>
      </w:tr>
      <w:tr w:rsidR="00361405" w:rsidRPr="00FA5F0E" w:rsidTr="00D439D5">
        <w:trPr>
          <w:trHeight w:val="405"/>
          <w:jc w:val="center"/>
        </w:trPr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Default="00361405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Rozlišování mezi realitou a pseudorealistou, účinná obrana proti manipulaci médii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ČJ,D</w:t>
            </w:r>
          </w:p>
        </w:tc>
      </w:tr>
      <w:tr w:rsidR="00361405" w:rsidRPr="00FA5F0E" w:rsidTr="00D439D5">
        <w:trPr>
          <w:trHeight w:val="40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Default="00361405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Média a volný čas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Rv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ČJ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</w:p>
        </w:tc>
      </w:tr>
      <w:tr w:rsidR="00361405" w:rsidRPr="00FA5F0E" w:rsidTr="00D439D5">
        <w:trPr>
          <w:trHeight w:val="40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5378A4" w:rsidRDefault="00361405" w:rsidP="00D439D5">
            <w:pPr>
              <w:rPr>
                <w:rFonts w:ascii="Calibri" w:hAnsi="Calibri"/>
                <w:b/>
                <w:color w:val="000000"/>
              </w:rPr>
            </w:pPr>
            <w:r w:rsidRPr="005378A4">
              <w:rPr>
                <w:rFonts w:ascii="Calibri" w:hAnsi="Calibri"/>
                <w:b/>
                <w:color w:val="000000"/>
              </w:rPr>
              <w:t>Já- potenciální vzor pro druhé</w:t>
            </w:r>
            <w:r>
              <w:rPr>
                <w:rFonts w:ascii="Calibri" w:hAnsi="Calibri"/>
                <w:b/>
                <w:color w:val="000000"/>
              </w:rPr>
              <w:t xml:space="preserve"> –</w:t>
            </w:r>
            <w:r w:rsidRPr="005378A4">
              <w:rPr>
                <w:rFonts w:ascii="Calibri" w:hAnsi="Calibri"/>
                <w:color w:val="000000"/>
              </w:rPr>
              <w:t>smysl a cíl života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Ov,Rv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Ov,Rv</w:t>
            </w:r>
          </w:p>
        </w:tc>
      </w:tr>
      <w:tr w:rsidR="00361405" w:rsidRPr="00FA5F0E" w:rsidTr="00D439D5">
        <w:trPr>
          <w:trHeight w:val="40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Default="00361405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Postoje, zodpovědný život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Rv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Rv</w:t>
            </w:r>
          </w:p>
        </w:tc>
      </w:tr>
      <w:tr w:rsidR="00361405" w:rsidRPr="00FA5F0E" w:rsidTr="00D439D5">
        <w:trPr>
          <w:trHeight w:val="40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Default="00361405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Mé schopnosti a společnost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Ov,Pv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Ov,Pv</w:t>
            </w:r>
          </w:p>
        </w:tc>
      </w:tr>
      <w:tr w:rsidR="00361405" w:rsidRPr="00FA5F0E" w:rsidTr="00D439D5">
        <w:trPr>
          <w:trHeight w:val="40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Default="00361405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Zdravý způsob života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Rv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Rv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Rv,Př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Ov</w:t>
            </w:r>
          </w:p>
        </w:tc>
      </w:tr>
      <w:tr w:rsidR="00361405" w:rsidRPr="00FA5F0E" w:rsidTr="00D439D5">
        <w:trPr>
          <w:trHeight w:val="40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Default="00361405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Autonomie a konformita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5" w:rsidRPr="00FA5F0E" w:rsidRDefault="00361405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Ov</w:t>
            </w:r>
          </w:p>
        </w:tc>
      </w:tr>
    </w:tbl>
    <w:p w:rsidR="00361405" w:rsidRDefault="00361405" w:rsidP="00694C7E">
      <w:pPr>
        <w:spacing w:before="120"/>
        <w:rPr>
          <w:color w:val="000000"/>
        </w:rPr>
      </w:pPr>
    </w:p>
    <w:tbl>
      <w:tblPr>
        <w:tblW w:w="1419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46"/>
        <w:gridCol w:w="4904"/>
        <w:gridCol w:w="1460"/>
        <w:gridCol w:w="1460"/>
        <w:gridCol w:w="1460"/>
        <w:gridCol w:w="1460"/>
      </w:tblGrid>
      <w:tr w:rsidR="00F93A06" w:rsidRPr="00FA5F0E" w:rsidTr="00D439D5">
        <w:trPr>
          <w:trHeight w:val="405"/>
          <w:jc w:val="center"/>
        </w:trPr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06" w:rsidRPr="00FA5F0E" w:rsidRDefault="00F93A06" w:rsidP="00D439D5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lastRenderedPageBreak/>
              <w:t> </w:t>
            </w:r>
            <w:r>
              <w:rPr>
                <w:rFonts w:ascii="Calibri" w:hAnsi="Calibri"/>
                <w:color w:val="000000"/>
              </w:rPr>
              <w:t>Výstup</w:t>
            </w:r>
          </w:p>
        </w:tc>
        <w:tc>
          <w:tcPr>
            <w:tcW w:w="4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06" w:rsidRPr="00FA5F0E" w:rsidRDefault="00F93A06" w:rsidP="00D439D5">
            <w:pPr>
              <w:tabs>
                <w:tab w:val="left" w:pos="400"/>
              </w:tabs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Učivo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06" w:rsidRPr="00FA5F0E" w:rsidRDefault="00F93A06" w:rsidP="00D439D5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6.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06" w:rsidRPr="00FA5F0E" w:rsidRDefault="00F93A06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7.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06" w:rsidRPr="00FA5F0E" w:rsidRDefault="00F93A06" w:rsidP="00D439D5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8.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06" w:rsidRPr="00FA5F0E" w:rsidRDefault="00F93A06" w:rsidP="00D439D5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9.</w:t>
            </w:r>
          </w:p>
        </w:tc>
      </w:tr>
      <w:tr w:rsidR="00F93A06" w:rsidRPr="00FA5F0E" w:rsidTr="00D439D5">
        <w:trPr>
          <w:trHeight w:val="40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06" w:rsidRDefault="00F93A06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Spolupracuje i v obtížných sociálních situacích, je vnímavý k sociálním problémům , v kontextu své situace a svých možností přispívá k jejich řešení, rozhoduje se uvážlivě a vhodně v každodenních situacích a nevyhýbá se řešení osobních problémů</w:t>
            </w:r>
          </w:p>
          <w:p w:rsidR="00F93A06" w:rsidRPr="00FA5F0E" w:rsidRDefault="00F93A06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Aplikuje postoje a způsobilosti, které rozvíjejí mezilidské vztahy</w:t>
            </w:r>
          </w:p>
        </w:tc>
        <w:tc>
          <w:tcPr>
            <w:tcW w:w="4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06" w:rsidRDefault="00F93A06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Iniciativa a komplexní prosociálnost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06" w:rsidRPr="00FA5F0E" w:rsidRDefault="00F93A06" w:rsidP="00D439D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06" w:rsidRPr="00FA5F0E" w:rsidRDefault="00F93A06" w:rsidP="00D439D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06" w:rsidRPr="00FA5F0E" w:rsidRDefault="00F93A06" w:rsidP="00D439D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06" w:rsidRPr="00FA5F0E" w:rsidRDefault="00F93A06" w:rsidP="00D439D5">
            <w:pPr>
              <w:rPr>
                <w:rFonts w:ascii="Calibri" w:hAnsi="Calibri"/>
                <w:color w:val="000000"/>
              </w:rPr>
            </w:pPr>
          </w:p>
        </w:tc>
      </w:tr>
      <w:tr w:rsidR="00F93A06" w:rsidRPr="00FA5F0E" w:rsidTr="00D439D5">
        <w:trPr>
          <w:trHeight w:val="40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06" w:rsidRPr="00FA5F0E" w:rsidRDefault="00F93A06" w:rsidP="00D439D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06" w:rsidRPr="00FA5F0E" w:rsidRDefault="00F93A06" w:rsidP="00D439D5">
            <w:pPr>
              <w:rPr>
                <w:rFonts w:ascii="Calibri" w:hAnsi="Calibri"/>
                <w:color w:val="000000"/>
              </w:rPr>
            </w:pPr>
            <w:r w:rsidRPr="007A41C2">
              <w:rPr>
                <w:rFonts w:ascii="Calibri" w:hAnsi="Calibri"/>
                <w:b/>
                <w:color w:val="000000"/>
              </w:rPr>
              <w:t>Iniciativa a tvořivost</w:t>
            </w:r>
            <w:r>
              <w:rPr>
                <w:rFonts w:ascii="Calibri" w:hAnsi="Calibri"/>
                <w:color w:val="000000"/>
              </w:rPr>
              <w:t xml:space="preserve"> – renatalizace, nácvik tvořivosti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06" w:rsidRPr="00FA5F0E" w:rsidRDefault="00F93A06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Vv,Pv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06" w:rsidRPr="00FA5F0E" w:rsidRDefault="00F93A06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Vv,Pv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06" w:rsidRPr="00FA5F0E" w:rsidRDefault="00F93A06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Vv,Pv,Kr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06" w:rsidRPr="00FA5F0E" w:rsidRDefault="00F93A06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Vv,Pv</w:t>
            </w:r>
          </w:p>
        </w:tc>
      </w:tr>
      <w:tr w:rsidR="00F93A06" w:rsidRPr="00FA5F0E" w:rsidTr="00D439D5">
        <w:trPr>
          <w:trHeight w:val="40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06" w:rsidRPr="00FA5F0E" w:rsidRDefault="00F93A06" w:rsidP="00D439D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06" w:rsidRPr="00FA5F0E" w:rsidRDefault="00F93A06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Prosociální aspekt iniciativy a tvořivosti ve škole i v rodině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06" w:rsidRPr="00FA5F0E" w:rsidRDefault="00F93A06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Vv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06" w:rsidRPr="00FA5F0E" w:rsidRDefault="00F93A06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Vv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06" w:rsidRPr="00FA5F0E" w:rsidRDefault="00F93A06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Vv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06" w:rsidRPr="00FA5F0E" w:rsidRDefault="00F93A06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Vv</w:t>
            </w:r>
          </w:p>
        </w:tc>
      </w:tr>
      <w:tr w:rsidR="00F93A06" w:rsidRPr="00FA5F0E" w:rsidTr="00D439D5">
        <w:trPr>
          <w:trHeight w:val="40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06" w:rsidRPr="00FA5F0E" w:rsidRDefault="00F93A06" w:rsidP="00D439D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06" w:rsidRPr="00FA5F0E" w:rsidRDefault="00F93A06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Psychická a fyzická pomoc, ochota ke spolupráci, přátelství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06" w:rsidRPr="00FA5F0E" w:rsidRDefault="00F93A06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Tv,Rv,TH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06" w:rsidRPr="00FA5F0E" w:rsidRDefault="00F93A06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Tv,TH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06" w:rsidRPr="00FA5F0E" w:rsidRDefault="00F93A06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Tv,TH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06" w:rsidRPr="00FA5F0E" w:rsidRDefault="00F93A06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Tv,TH</w:t>
            </w:r>
          </w:p>
        </w:tc>
      </w:tr>
      <w:tr w:rsidR="00F93A06" w:rsidRPr="00FA5F0E" w:rsidTr="00D439D5">
        <w:trPr>
          <w:trHeight w:val="40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06" w:rsidRPr="00FA5F0E" w:rsidRDefault="00F93A06" w:rsidP="00D439D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06" w:rsidRPr="00FA5F0E" w:rsidRDefault="00F93A06" w:rsidP="00D439D5">
            <w:pPr>
              <w:rPr>
                <w:rFonts w:ascii="Calibri" w:hAnsi="Calibri"/>
                <w:color w:val="000000"/>
              </w:rPr>
            </w:pPr>
            <w:r w:rsidRPr="007A41C2">
              <w:rPr>
                <w:rFonts w:ascii="Calibri" w:hAnsi="Calibri"/>
                <w:b/>
                <w:color w:val="000000"/>
              </w:rPr>
              <w:t>Iniciativa ve ztížených podmínkách</w:t>
            </w:r>
            <w:r>
              <w:rPr>
                <w:rFonts w:ascii="Calibri" w:hAnsi="Calibri"/>
                <w:color w:val="000000"/>
              </w:rPr>
              <w:t xml:space="preserve"> – pozitivní formulace problému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06" w:rsidRPr="00FA5F0E" w:rsidRDefault="00F93A06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Rv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06" w:rsidRPr="00FA5F0E" w:rsidRDefault="00F93A06" w:rsidP="00D439D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06" w:rsidRPr="00FA5F0E" w:rsidRDefault="00F93A06" w:rsidP="00D439D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06" w:rsidRPr="00FA5F0E" w:rsidRDefault="00F93A06" w:rsidP="00D439D5">
            <w:pPr>
              <w:rPr>
                <w:rFonts w:ascii="Calibri" w:hAnsi="Calibri"/>
                <w:color w:val="000000"/>
              </w:rPr>
            </w:pPr>
          </w:p>
        </w:tc>
      </w:tr>
      <w:tr w:rsidR="00F93A06" w:rsidRPr="00FA5F0E" w:rsidTr="00D439D5">
        <w:trPr>
          <w:trHeight w:val="40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06" w:rsidRPr="00FA5F0E" w:rsidRDefault="00F93A06" w:rsidP="00D439D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06" w:rsidRPr="00FA5F0E" w:rsidRDefault="00F93A06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Pomoc anonymnímu člověku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06" w:rsidRPr="00FA5F0E" w:rsidRDefault="00F93A06" w:rsidP="00D439D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06" w:rsidRPr="00FA5F0E" w:rsidRDefault="00F93A06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Ov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06" w:rsidRPr="00FA5F0E" w:rsidRDefault="00F93A06" w:rsidP="00D439D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06" w:rsidRPr="00FA5F0E" w:rsidRDefault="00F93A06" w:rsidP="00D439D5">
            <w:pPr>
              <w:rPr>
                <w:rFonts w:ascii="Calibri" w:hAnsi="Calibri"/>
                <w:color w:val="000000"/>
              </w:rPr>
            </w:pPr>
          </w:p>
        </w:tc>
      </w:tr>
      <w:tr w:rsidR="00F93A06" w:rsidRPr="00FA5F0E" w:rsidTr="00D439D5">
        <w:trPr>
          <w:trHeight w:val="405"/>
          <w:jc w:val="center"/>
        </w:trPr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06" w:rsidRPr="00FA5F0E" w:rsidRDefault="00F93A06" w:rsidP="00D439D5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06" w:rsidRPr="00FA5F0E" w:rsidRDefault="00F93A06" w:rsidP="00D439D5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 xml:space="preserve">Veřejná osobní angažovanost 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06" w:rsidRPr="00FA5F0E" w:rsidRDefault="00F93A06" w:rsidP="00D439D5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Ov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06" w:rsidRPr="00FA5F0E" w:rsidRDefault="00F93A06" w:rsidP="00D439D5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06" w:rsidRPr="00FA5F0E" w:rsidRDefault="00F93A06" w:rsidP="00D439D5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06" w:rsidRPr="00FA5F0E" w:rsidRDefault="00F93A06" w:rsidP="00D439D5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Ov</w:t>
            </w:r>
          </w:p>
        </w:tc>
      </w:tr>
      <w:tr w:rsidR="00F93A06" w:rsidRPr="00FA5F0E" w:rsidTr="00D439D5">
        <w:trPr>
          <w:trHeight w:val="405"/>
          <w:jc w:val="center"/>
        </w:trPr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06" w:rsidRPr="00FA5F0E" w:rsidRDefault="00F93A06" w:rsidP="00D439D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06" w:rsidRPr="00FA5F0E" w:rsidRDefault="00F93A06" w:rsidP="00D439D5">
            <w:pPr>
              <w:rPr>
                <w:rFonts w:ascii="Calibri" w:hAnsi="Calibri"/>
                <w:color w:val="000000"/>
              </w:rPr>
            </w:pPr>
            <w:r w:rsidRPr="007A41C2">
              <w:rPr>
                <w:rFonts w:ascii="Calibri" w:hAnsi="Calibri"/>
                <w:b/>
                <w:color w:val="000000"/>
              </w:rPr>
              <w:t>Uplatnění komplexní prosociálnosti</w:t>
            </w:r>
            <w:r>
              <w:rPr>
                <w:rFonts w:ascii="Calibri" w:hAnsi="Calibri"/>
                <w:color w:val="000000"/>
              </w:rPr>
              <w:t xml:space="preserve"> – bída světa, informovanost o situaci zemí třetího světa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06" w:rsidRPr="00FA5F0E" w:rsidRDefault="00F93A06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Ov,Zp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06" w:rsidRPr="00FA5F0E" w:rsidRDefault="00F93A06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Ov,Z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06" w:rsidRPr="00FA5F0E" w:rsidRDefault="00F93A06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Z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06" w:rsidRPr="00FA5F0E" w:rsidRDefault="00F93A06" w:rsidP="00D439D5">
            <w:pPr>
              <w:rPr>
                <w:rFonts w:ascii="Calibri" w:hAnsi="Calibri"/>
                <w:color w:val="000000"/>
              </w:rPr>
            </w:pPr>
          </w:p>
        </w:tc>
      </w:tr>
      <w:tr w:rsidR="00F93A06" w:rsidRPr="00FA5F0E" w:rsidTr="00D439D5">
        <w:trPr>
          <w:trHeight w:val="405"/>
          <w:jc w:val="center"/>
        </w:trPr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06" w:rsidRPr="00FA5F0E" w:rsidRDefault="00F93A06" w:rsidP="00D439D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06" w:rsidRPr="00FA5F0E" w:rsidRDefault="00F93A06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Vztah k menšinám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06" w:rsidRPr="00FA5F0E" w:rsidRDefault="00F93A06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Ov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06" w:rsidRPr="00FA5F0E" w:rsidRDefault="00F93A06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Z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06" w:rsidRPr="00FA5F0E" w:rsidRDefault="00F93A06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Z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06" w:rsidRPr="00FA5F0E" w:rsidRDefault="00F93A06" w:rsidP="00D439D5">
            <w:pPr>
              <w:rPr>
                <w:rFonts w:ascii="Calibri" w:hAnsi="Calibri"/>
                <w:color w:val="000000"/>
              </w:rPr>
            </w:pPr>
          </w:p>
        </w:tc>
      </w:tr>
      <w:tr w:rsidR="00F93A06" w:rsidRPr="00FA5F0E" w:rsidTr="00D439D5">
        <w:trPr>
          <w:trHeight w:val="405"/>
          <w:jc w:val="center"/>
        </w:trPr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06" w:rsidRPr="00FA5F0E" w:rsidRDefault="00F93A06" w:rsidP="00D439D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06" w:rsidRPr="00FA5F0E" w:rsidRDefault="00F93A06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Multikulturní společnost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06" w:rsidRPr="00FA5F0E" w:rsidRDefault="00F93A06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Ov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06" w:rsidRPr="00FA5F0E" w:rsidRDefault="00F93A06" w:rsidP="00D439D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06" w:rsidRPr="00FA5F0E" w:rsidRDefault="00F93A06" w:rsidP="00D439D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06" w:rsidRPr="00FA5F0E" w:rsidRDefault="00F93A06" w:rsidP="00D439D5">
            <w:pPr>
              <w:rPr>
                <w:rFonts w:ascii="Calibri" w:hAnsi="Calibri"/>
                <w:color w:val="000000"/>
              </w:rPr>
            </w:pPr>
          </w:p>
        </w:tc>
      </w:tr>
      <w:tr w:rsidR="00F93A06" w:rsidRPr="00FA5F0E" w:rsidTr="00D439D5">
        <w:trPr>
          <w:trHeight w:val="405"/>
          <w:jc w:val="center"/>
        </w:trPr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06" w:rsidRPr="00FA5F0E" w:rsidRDefault="00F93A06" w:rsidP="00D439D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06" w:rsidRPr="00FA5F0E" w:rsidRDefault="00F93A06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Pozitivní vztah k diverzitám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06" w:rsidRPr="00FA5F0E" w:rsidRDefault="00F93A06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Rv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06" w:rsidRPr="00FA5F0E" w:rsidRDefault="00F93A06" w:rsidP="00D439D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06" w:rsidRPr="00FA5F0E" w:rsidRDefault="00F93A06" w:rsidP="00D439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Ov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06" w:rsidRPr="00FA5F0E" w:rsidRDefault="00F93A06" w:rsidP="00D439D5">
            <w:pPr>
              <w:rPr>
                <w:rFonts w:ascii="Calibri" w:hAnsi="Calibri"/>
                <w:color w:val="000000"/>
              </w:rPr>
            </w:pPr>
          </w:p>
        </w:tc>
      </w:tr>
    </w:tbl>
    <w:p w:rsidR="00361405" w:rsidRDefault="00361405" w:rsidP="00694C7E">
      <w:pPr>
        <w:spacing w:before="120"/>
        <w:rPr>
          <w:color w:val="000000"/>
        </w:rPr>
      </w:pPr>
    </w:p>
    <w:tbl>
      <w:tblPr>
        <w:tblW w:w="1419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46"/>
        <w:gridCol w:w="4904"/>
        <w:gridCol w:w="1460"/>
        <w:gridCol w:w="1460"/>
        <w:gridCol w:w="1460"/>
        <w:gridCol w:w="1460"/>
      </w:tblGrid>
      <w:tr w:rsidR="00814743" w:rsidRPr="00FA5F0E" w:rsidTr="00361405">
        <w:trPr>
          <w:trHeight w:val="405"/>
          <w:jc w:val="center"/>
        </w:trPr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743" w:rsidRPr="00FA5F0E" w:rsidRDefault="00814743" w:rsidP="00814743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lastRenderedPageBreak/>
              <w:t> </w:t>
            </w:r>
            <w:r>
              <w:rPr>
                <w:rFonts w:ascii="Calibri" w:hAnsi="Calibri"/>
                <w:color w:val="000000"/>
              </w:rPr>
              <w:t>Výstup</w:t>
            </w:r>
          </w:p>
        </w:tc>
        <w:tc>
          <w:tcPr>
            <w:tcW w:w="4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743" w:rsidRPr="00FA5F0E" w:rsidRDefault="00814743" w:rsidP="00814743">
            <w:pPr>
              <w:tabs>
                <w:tab w:val="left" w:pos="400"/>
              </w:tabs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Učivo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743" w:rsidRPr="00FA5F0E" w:rsidRDefault="00814743" w:rsidP="00814743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6.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743" w:rsidRPr="00FA5F0E" w:rsidRDefault="00814743" w:rsidP="0081474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7.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743" w:rsidRPr="00FA5F0E" w:rsidRDefault="00814743" w:rsidP="00814743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8.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743" w:rsidRPr="00FA5F0E" w:rsidRDefault="00814743" w:rsidP="00814743">
            <w:pPr>
              <w:rPr>
                <w:rFonts w:ascii="Calibri" w:hAnsi="Calibri"/>
                <w:color w:val="000000"/>
              </w:rPr>
            </w:pPr>
            <w:r w:rsidRPr="00FA5F0E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9.</w:t>
            </w:r>
          </w:p>
        </w:tc>
      </w:tr>
      <w:tr w:rsidR="00F93A06" w:rsidRPr="00FA5F0E" w:rsidTr="0081415E">
        <w:trPr>
          <w:trHeight w:val="405"/>
          <w:jc w:val="center"/>
        </w:trPr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06" w:rsidRPr="00FA5F0E" w:rsidRDefault="00F93A06" w:rsidP="0081474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06" w:rsidRPr="007A41C2" w:rsidRDefault="00F93A06" w:rsidP="00814743">
            <w:pPr>
              <w:rPr>
                <w:rFonts w:ascii="Calibri" w:hAnsi="Calibri"/>
                <w:b/>
                <w:color w:val="000000"/>
              </w:rPr>
            </w:pPr>
            <w:r w:rsidRPr="007A41C2">
              <w:rPr>
                <w:rFonts w:ascii="Calibri" w:hAnsi="Calibri"/>
                <w:b/>
                <w:color w:val="000000"/>
              </w:rPr>
              <w:t>Aplikovaná etická výchova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06" w:rsidRPr="00FA5F0E" w:rsidRDefault="00F93A06" w:rsidP="0081474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06" w:rsidRPr="00FA5F0E" w:rsidRDefault="00F93A06" w:rsidP="0081474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06" w:rsidRPr="00FA5F0E" w:rsidRDefault="00F93A06" w:rsidP="0081474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06" w:rsidRPr="00FA5F0E" w:rsidRDefault="00F93A06" w:rsidP="00814743">
            <w:pPr>
              <w:rPr>
                <w:rFonts w:ascii="Calibri" w:hAnsi="Calibri"/>
                <w:color w:val="000000"/>
              </w:rPr>
            </w:pPr>
          </w:p>
        </w:tc>
      </w:tr>
      <w:tr w:rsidR="00F93A06" w:rsidRPr="00FA5F0E" w:rsidTr="0081415E">
        <w:trPr>
          <w:trHeight w:val="405"/>
          <w:jc w:val="center"/>
        </w:trPr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06" w:rsidRPr="00FA5F0E" w:rsidRDefault="00F93A06" w:rsidP="0081474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Etické hodnoty</w:t>
            </w:r>
          </w:p>
        </w:tc>
        <w:tc>
          <w:tcPr>
            <w:tcW w:w="4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06" w:rsidRPr="00FA5F0E" w:rsidRDefault="00F93A06" w:rsidP="0081474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Zdroje etiky, osobní zodpovědnost, smysl života, aplikace mravních zásad a hodnot, svědomí a jeho rozvoj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06" w:rsidRPr="00FA5F0E" w:rsidRDefault="00F93A06" w:rsidP="0081474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06" w:rsidRPr="00FA5F0E" w:rsidRDefault="00F93A06" w:rsidP="0081474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06" w:rsidRPr="00FA5F0E" w:rsidRDefault="00F93A06" w:rsidP="0081474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Ov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06" w:rsidRPr="00FA5F0E" w:rsidRDefault="00F93A06" w:rsidP="0081474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Ov</w:t>
            </w:r>
          </w:p>
        </w:tc>
      </w:tr>
      <w:tr w:rsidR="00F93A06" w:rsidRPr="00FA5F0E" w:rsidTr="0081415E">
        <w:trPr>
          <w:trHeight w:val="405"/>
          <w:jc w:val="center"/>
        </w:trPr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06" w:rsidRPr="00FA5F0E" w:rsidRDefault="00F93A06" w:rsidP="0081474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Sexuální zdraví</w:t>
            </w:r>
          </w:p>
        </w:tc>
        <w:tc>
          <w:tcPr>
            <w:tcW w:w="4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06" w:rsidRPr="00FA5F0E" w:rsidRDefault="00F93A06" w:rsidP="0081474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Zodpovědný vztah k sexualitě, mládí – příprava na lásku, sexuální identita, nezralé rodičovství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06" w:rsidRPr="00FA5F0E" w:rsidRDefault="00F93A06" w:rsidP="0081474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06" w:rsidRPr="00FA5F0E" w:rsidRDefault="00F93A06" w:rsidP="0081474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06" w:rsidRPr="00FA5F0E" w:rsidRDefault="00F93A06" w:rsidP="0081474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Př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06" w:rsidRPr="00FA5F0E" w:rsidRDefault="00F93A06" w:rsidP="0081474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Rv</w:t>
            </w:r>
          </w:p>
        </w:tc>
      </w:tr>
      <w:tr w:rsidR="00F93A06" w:rsidRPr="00FA5F0E" w:rsidTr="0081415E">
        <w:trPr>
          <w:trHeight w:val="405"/>
          <w:jc w:val="center"/>
        </w:trPr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06" w:rsidRDefault="00F93A06" w:rsidP="0081474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Rodina </w:t>
            </w:r>
          </w:p>
        </w:tc>
        <w:tc>
          <w:tcPr>
            <w:tcW w:w="4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06" w:rsidRPr="00FA5F0E" w:rsidRDefault="00F93A06" w:rsidP="0081474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Poznání pravidel vlastní rodiny, práva a povinnosti v rodině, role v rodině, hodnota rodiny, zlepšení atmosféry v rodině, úcta k členům rodiny, úcta ke stáří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06" w:rsidRPr="00FA5F0E" w:rsidRDefault="00F93A06" w:rsidP="0081474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Rv,Ov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06" w:rsidRPr="00FA5F0E" w:rsidRDefault="00F93A06" w:rsidP="0081474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Rv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06" w:rsidRPr="00FA5F0E" w:rsidRDefault="00F93A06" w:rsidP="0081474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Rv,Ov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06" w:rsidRPr="00FA5F0E" w:rsidRDefault="00F93A06" w:rsidP="0081474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Rv</w:t>
            </w:r>
          </w:p>
        </w:tc>
      </w:tr>
      <w:tr w:rsidR="00F93A06" w:rsidRPr="00FA5F0E" w:rsidTr="0081415E">
        <w:trPr>
          <w:trHeight w:val="405"/>
          <w:jc w:val="center"/>
        </w:trPr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06" w:rsidRPr="00FA5F0E" w:rsidRDefault="00F93A06" w:rsidP="0081474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Duchovní rozměr člověka</w:t>
            </w:r>
          </w:p>
        </w:tc>
        <w:tc>
          <w:tcPr>
            <w:tcW w:w="4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06" w:rsidRPr="00FA5F0E" w:rsidRDefault="00F93A06" w:rsidP="0081474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Obrana proti sektám, informace o různých světonázorech, tolerance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06" w:rsidRPr="00FA5F0E" w:rsidRDefault="00F93A06" w:rsidP="0081474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06" w:rsidRPr="00FA5F0E" w:rsidRDefault="00F93A06" w:rsidP="0081474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06" w:rsidRPr="00FA5F0E" w:rsidRDefault="00F93A06" w:rsidP="0081474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Ov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06" w:rsidRPr="00FA5F0E" w:rsidRDefault="00F93A06" w:rsidP="00814743">
            <w:pPr>
              <w:rPr>
                <w:rFonts w:ascii="Calibri" w:hAnsi="Calibri"/>
                <w:color w:val="000000"/>
              </w:rPr>
            </w:pPr>
          </w:p>
        </w:tc>
      </w:tr>
      <w:tr w:rsidR="00F93A06" w:rsidRPr="00FA5F0E" w:rsidTr="0081415E">
        <w:trPr>
          <w:trHeight w:val="405"/>
          <w:jc w:val="center"/>
        </w:trPr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06" w:rsidRPr="00FA5F0E" w:rsidRDefault="00F93A06" w:rsidP="0081474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Ekonomické hodnoty</w:t>
            </w:r>
          </w:p>
        </w:tc>
        <w:tc>
          <w:tcPr>
            <w:tcW w:w="4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06" w:rsidRPr="00FA5F0E" w:rsidRDefault="00F93A06" w:rsidP="0081474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Rozumné nakládání s penězi, zájem o otázky NH, vztah mezi ekonomikou a etikou, rozvíjení ekonomických ctností- šetrnost a podnikavost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06" w:rsidRPr="00FA5F0E" w:rsidRDefault="00F93A06" w:rsidP="0081474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Ov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06" w:rsidRPr="00FA5F0E" w:rsidRDefault="00F93A06" w:rsidP="0081474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06" w:rsidRPr="00FA5F0E" w:rsidRDefault="00F93A06" w:rsidP="0081474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Ov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06" w:rsidRPr="00FA5F0E" w:rsidRDefault="00F93A06" w:rsidP="0081474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M,Ov</w:t>
            </w:r>
          </w:p>
        </w:tc>
      </w:tr>
      <w:tr w:rsidR="00F93A06" w:rsidRPr="00FA5F0E" w:rsidTr="00E267F4">
        <w:trPr>
          <w:trHeight w:val="405"/>
          <w:jc w:val="center"/>
        </w:trPr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06" w:rsidRPr="00FA5F0E" w:rsidRDefault="00F93A06" w:rsidP="0081474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Ochrana přírody a ŽP</w:t>
            </w:r>
          </w:p>
        </w:tc>
        <w:tc>
          <w:tcPr>
            <w:tcW w:w="4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06" w:rsidRPr="00FA5F0E" w:rsidRDefault="00F93A06" w:rsidP="0081474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Úcta k životu ve všech formách, vnímání krásy a mnohotvárnosti přírody, zodpovědnost za ŽP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06" w:rsidRPr="00FA5F0E" w:rsidRDefault="00F93A06" w:rsidP="0081474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Vv,Př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06" w:rsidRPr="00FA5F0E" w:rsidRDefault="00F93A06" w:rsidP="0081474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Vv,Př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06" w:rsidRPr="00FA5F0E" w:rsidRDefault="00F93A06" w:rsidP="0081474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Vv,Př,EPr,Ch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06" w:rsidRPr="00FA5F0E" w:rsidRDefault="00F93A06" w:rsidP="0081474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Vv,Ch,Př,F</w:t>
            </w:r>
          </w:p>
        </w:tc>
      </w:tr>
    </w:tbl>
    <w:p w:rsidR="00694C7E" w:rsidRDefault="00694C7E" w:rsidP="00694C7E">
      <w:pPr>
        <w:spacing w:before="120"/>
        <w:rPr>
          <w:color w:val="000000"/>
        </w:rPr>
      </w:pPr>
    </w:p>
    <w:p w:rsidR="00694C7E" w:rsidRDefault="00694C7E" w:rsidP="00694C7E">
      <w:pPr>
        <w:spacing w:before="120"/>
        <w:rPr>
          <w:color w:val="000000"/>
        </w:rPr>
      </w:pPr>
    </w:p>
    <w:p w:rsidR="00694C7E" w:rsidRPr="00401E9D" w:rsidRDefault="00694C7E" w:rsidP="00A74978">
      <w:pPr>
        <w:spacing w:before="120"/>
        <w:rPr>
          <w:color w:val="000000"/>
        </w:rPr>
      </w:pPr>
      <w:r w:rsidRPr="00401E9D">
        <w:rPr>
          <w:color w:val="000000"/>
        </w:rPr>
        <w:t xml:space="preserve">Zpracováno k ŠVP platnému </w:t>
      </w:r>
      <w:r>
        <w:rPr>
          <w:color w:val="000000"/>
        </w:rPr>
        <w:t>k</w:t>
      </w:r>
      <w:r w:rsidRPr="00401E9D">
        <w:rPr>
          <w:color w:val="000000"/>
        </w:rPr>
        <w:t xml:space="preserve"> 1. září 20</w:t>
      </w:r>
      <w:r>
        <w:rPr>
          <w:color w:val="000000"/>
        </w:rPr>
        <w:t>10 a dále</w:t>
      </w:r>
      <w:r w:rsidRPr="00401E9D">
        <w:rPr>
          <w:color w:val="000000"/>
        </w:rPr>
        <w:t>.</w:t>
      </w:r>
    </w:p>
    <w:sectPr w:rsidR="00694C7E" w:rsidRPr="00401E9D" w:rsidSect="005E07E6">
      <w:headerReference w:type="default" r:id="rId8"/>
      <w:footerReference w:type="default" r:id="rId9"/>
      <w:pgSz w:w="16838" w:h="11906" w:orient="landscape" w:code="9"/>
      <w:pgMar w:top="567" w:right="567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3463" w:rsidRDefault="00143463">
      <w:r>
        <w:separator/>
      </w:r>
    </w:p>
  </w:endnote>
  <w:endnote w:type="continuationSeparator" w:id="0">
    <w:p w:rsidR="00143463" w:rsidRDefault="001434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4743" w:rsidRDefault="00814743" w:rsidP="00843D0D">
    <w:pPr>
      <w:pStyle w:val="Zpat"/>
      <w:tabs>
        <w:tab w:val="clear" w:pos="4536"/>
        <w:tab w:val="clear" w:pos="9072"/>
        <w:tab w:val="center" w:pos="7560"/>
        <w:tab w:val="right" w:pos="15048"/>
      </w:tabs>
      <w:rPr>
        <w:sz w:val="16"/>
        <w:szCs w:val="16"/>
      </w:rPr>
    </w:pPr>
    <w:r>
      <w:rPr>
        <w:b/>
        <w:sz w:val="16"/>
        <w:szCs w:val="16"/>
        <w:u w:val="single"/>
      </w:rPr>
      <w:t>ŠVP ZŠ Nový Hrádek – Část 5 – OSNOVY -  Etická výchova</w:t>
    </w:r>
    <w:r>
      <w:rPr>
        <w:sz w:val="16"/>
        <w:szCs w:val="16"/>
      </w:rPr>
      <w:tab/>
      <w:t>Kapitola .</w:t>
    </w:r>
    <w:r>
      <w:rPr>
        <w:sz w:val="16"/>
        <w:szCs w:val="16"/>
      </w:rPr>
      <w:tab/>
      <w:t xml:space="preserve">Strana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 w:rsidR="000B34A3">
      <w:rPr>
        <w:noProof/>
        <w:sz w:val="16"/>
        <w:szCs w:val="16"/>
      </w:rPr>
      <w:t>1</w:t>
    </w:r>
    <w:r>
      <w:rPr>
        <w:sz w:val="16"/>
        <w:szCs w:val="16"/>
      </w:rPr>
      <w:fldChar w:fldCharType="end"/>
    </w:r>
    <w:r>
      <w:rPr>
        <w:sz w:val="16"/>
        <w:szCs w:val="16"/>
      </w:rPr>
      <w:t xml:space="preserve"> (celkem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</w:instrText>
    </w:r>
    <w:r>
      <w:rPr>
        <w:sz w:val="16"/>
        <w:szCs w:val="16"/>
      </w:rPr>
      <w:fldChar w:fldCharType="separate"/>
    </w:r>
    <w:r w:rsidR="000B34A3">
      <w:rPr>
        <w:noProof/>
        <w:sz w:val="16"/>
        <w:szCs w:val="16"/>
      </w:rPr>
      <w:t>11</w:t>
    </w:r>
    <w:r>
      <w:rPr>
        <w:sz w:val="16"/>
        <w:szCs w:val="16"/>
      </w:rPr>
      <w:fldChar w:fldCharType="end"/>
    </w:r>
    <w:r>
      <w:rPr>
        <w:sz w:val="16"/>
        <w:szCs w:val="16"/>
      </w:rPr>
      <w:t>)</w:t>
    </w:r>
  </w:p>
  <w:p w:rsidR="00814743" w:rsidRDefault="00814743" w:rsidP="00EB2E2B">
    <w:pPr>
      <w:pStyle w:val="Zpat"/>
      <w:tabs>
        <w:tab w:val="clear" w:pos="4536"/>
        <w:tab w:val="clear" w:pos="9072"/>
        <w:tab w:val="left" w:pos="10800"/>
      </w:tabs>
      <w:rPr>
        <w:sz w:val="16"/>
        <w:szCs w:val="16"/>
      </w:rPr>
    </w:pPr>
    <w:r w:rsidRPr="009111DF">
      <w:rPr>
        <w:sz w:val="16"/>
        <w:szCs w:val="16"/>
      </w:rPr>
      <w:fldChar w:fldCharType="begin"/>
    </w:r>
    <w:r w:rsidRPr="009111DF">
      <w:rPr>
        <w:sz w:val="16"/>
        <w:szCs w:val="16"/>
      </w:rPr>
      <w:instrText xml:space="preserve"> FILENAME </w:instrText>
    </w:r>
    <w:r w:rsidRPr="009111DF">
      <w:rPr>
        <w:sz w:val="16"/>
        <w:szCs w:val="16"/>
      </w:rPr>
      <w:fldChar w:fldCharType="separate"/>
    </w:r>
    <w:r w:rsidR="000B34A3">
      <w:rPr>
        <w:noProof/>
        <w:sz w:val="16"/>
        <w:szCs w:val="16"/>
      </w:rPr>
      <w:t>SVP_ZS_NH_Cast_5_OSNOVY-zvl_obor_1_ETICKA_VYCHOVA_od_2010.docx</w:t>
    </w:r>
    <w:r w:rsidRPr="009111DF">
      <w:rPr>
        <w:sz w:val="16"/>
        <w:szCs w:val="16"/>
      </w:rPr>
      <w:fldChar w:fldCharType="end"/>
    </w:r>
    <w:r>
      <w:rPr>
        <w:sz w:val="16"/>
        <w:szCs w:val="16"/>
      </w:rPr>
      <w:tab/>
      <w:t>© Základní škola, Nový Hrádek, okres Náchod</w:t>
    </w:r>
  </w:p>
  <w:p w:rsidR="00814743" w:rsidRDefault="0081474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3463" w:rsidRDefault="00143463">
      <w:r>
        <w:separator/>
      </w:r>
    </w:p>
  </w:footnote>
  <w:footnote w:type="continuationSeparator" w:id="0">
    <w:p w:rsidR="00143463" w:rsidRDefault="001434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4743" w:rsidRDefault="00814743" w:rsidP="00650FD7">
    <w:pPr>
      <w:pBdr>
        <w:bottom w:val="thinThickSmallGap" w:sz="12" w:space="1" w:color="auto"/>
      </w:pBdr>
      <w:jc w:val="center"/>
      <w:rPr>
        <w:b/>
        <w:sz w:val="28"/>
        <w:szCs w:val="28"/>
      </w:rPr>
    </w:pPr>
    <w:r>
      <w:rPr>
        <w:b/>
        <w:sz w:val="28"/>
        <w:szCs w:val="28"/>
      </w:rPr>
      <w:t xml:space="preserve">Školní vzdělávací program  -  </w:t>
    </w:r>
    <w:r w:rsidRPr="00260D73">
      <w:rPr>
        <w:b/>
        <w:sz w:val="28"/>
        <w:szCs w:val="28"/>
      </w:rPr>
      <w:t>Základní škola, Nový Hrádek, okres Náchod</w:t>
    </w:r>
  </w:p>
  <w:p w:rsidR="00814743" w:rsidRPr="00AD1DED" w:rsidRDefault="00814743" w:rsidP="00650FD7">
    <w:pPr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6616CD"/>
    <w:multiLevelType w:val="hybridMultilevel"/>
    <w:tmpl w:val="1A268EF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D94B23"/>
    <w:multiLevelType w:val="hybridMultilevel"/>
    <w:tmpl w:val="178A7252"/>
    <w:lvl w:ilvl="0" w:tplc="040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2F161884"/>
    <w:multiLevelType w:val="hybridMultilevel"/>
    <w:tmpl w:val="BBA40C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964241"/>
    <w:multiLevelType w:val="hybridMultilevel"/>
    <w:tmpl w:val="E02C7216"/>
    <w:lvl w:ilvl="0" w:tplc="0A28F14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BD1FCE"/>
    <w:multiLevelType w:val="hybridMultilevel"/>
    <w:tmpl w:val="BBA40C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9B1A63"/>
    <w:multiLevelType w:val="hybridMultilevel"/>
    <w:tmpl w:val="6E46D3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AE65D8"/>
    <w:multiLevelType w:val="hybridMultilevel"/>
    <w:tmpl w:val="2968C11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3249DF"/>
    <w:multiLevelType w:val="hybridMultilevel"/>
    <w:tmpl w:val="BBA40C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AB692F"/>
    <w:multiLevelType w:val="hybridMultilevel"/>
    <w:tmpl w:val="BBA40C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6"/>
  </w:num>
  <w:num w:numId="5">
    <w:abstractNumId w:val="5"/>
  </w:num>
  <w:num w:numId="6">
    <w:abstractNumId w:val="0"/>
  </w:num>
  <w:num w:numId="7">
    <w:abstractNumId w:val="4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6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7231"/>
    <w:rsid w:val="00002D0A"/>
    <w:rsid w:val="0006168D"/>
    <w:rsid w:val="000756F6"/>
    <w:rsid w:val="00091426"/>
    <w:rsid w:val="00094F2F"/>
    <w:rsid w:val="000A590D"/>
    <w:rsid w:val="000B34A3"/>
    <w:rsid w:val="000D2E63"/>
    <w:rsid w:val="00133D36"/>
    <w:rsid w:val="00143463"/>
    <w:rsid w:val="00146398"/>
    <w:rsid w:val="001F461C"/>
    <w:rsid w:val="001F70DC"/>
    <w:rsid w:val="002650A3"/>
    <w:rsid w:val="002E1A3B"/>
    <w:rsid w:val="002E5943"/>
    <w:rsid w:val="0031212D"/>
    <w:rsid w:val="00323CD3"/>
    <w:rsid w:val="00361405"/>
    <w:rsid w:val="003657CE"/>
    <w:rsid w:val="00366CD0"/>
    <w:rsid w:val="00382991"/>
    <w:rsid w:val="00390084"/>
    <w:rsid w:val="003A05D8"/>
    <w:rsid w:val="003D2A32"/>
    <w:rsid w:val="00401E9D"/>
    <w:rsid w:val="004117F2"/>
    <w:rsid w:val="004404C6"/>
    <w:rsid w:val="00465C06"/>
    <w:rsid w:val="00465EA8"/>
    <w:rsid w:val="00484F23"/>
    <w:rsid w:val="00491435"/>
    <w:rsid w:val="004B19CD"/>
    <w:rsid w:val="004B1E58"/>
    <w:rsid w:val="004B4AAA"/>
    <w:rsid w:val="00502FEA"/>
    <w:rsid w:val="00503BDB"/>
    <w:rsid w:val="005107F9"/>
    <w:rsid w:val="005774DB"/>
    <w:rsid w:val="005E07E6"/>
    <w:rsid w:val="005F395B"/>
    <w:rsid w:val="005F4E83"/>
    <w:rsid w:val="005F6033"/>
    <w:rsid w:val="00632642"/>
    <w:rsid w:val="00650FD7"/>
    <w:rsid w:val="00694C7E"/>
    <w:rsid w:val="006D62EC"/>
    <w:rsid w:val="006E1659"/>
    <w:rsid w:val="006E4116"/>
    <w:rsid w:val="00720083"/>
    <w:rsid w:val="00763CED"/>
    <w:rsid w:val="007823F5"/>
    <w:rsid w:val="007B2B31"/>
    <w:rsid w:val="007C097A"/>
    <w:rsid w:val="007E7510"/>
    <w:rsid w:val="007F3A5B"/>
    <w:rsid w:val="00814743"/>
    <w:rsid w:val="00821779"/>
    <w:rsid w:val="008300E4"/>
    <w:rsid w:val="00843D0D"/>
    <w:rsid w:val="00880DC0"/>
    <w:rsid w:val="00882A9F"/>
    <w:rsid w:val="008E5A36"/>
    <w:rsid w:val="008F68CC"/>
    <w:rsid w:val="008F6A93"/>
    <w:rsid w:val="009111DF"/>
    <w:rsid w:val="00922083"/>
    <w:rsid w:val="009909B7"/>
    <w:rsid w:val="00993F18"/>
    <w:rsid w:val="009A5FD8"/>
    <w:rsid w:val="009F3155"/>
    <w:rsid w:val="00A21ED5"/>
    <w:rsid w:val="00A54180"/>
    <w:rsid w:val="00A661B1"/>
    <w:rsid w:val="00A74978"/>
    <w:rsid w:val="00A966B3"/>
    <w:rsid w:val="00AB0905"/>
    <w:rsid w:val="00B04316"/>
    <w:rsid w:val="00B722D3"/>
    <w:rsid w:val="00B75878"/>
    <w:rsid w:val="00B81865"/>
    <w:rsid w:val="00B932CD"/>
    <w:rsid w:val="00B97AC6"/>
    <w:rsid w:val="00BA6AAD"/>
    <w:rsid w:val="00BD1D33"/>
    <w:rsid w:val="00BE3A6A"/>
    <w:rsid w:val="00BF17B6"/>
    <w:rsid w:val="00C43B75"/>
    <w:rsid w:val="00C43C29"/>
    <w:rsid w:val="00CB56E9"/>
    <w:rsid w:val="00CD4456"/>
    <w:rsid w:val="00CE2B80"/>
    <w:rsid w:val="00CE7231"/>
    <w:rsid w:val="00D07496"/>
    <w:rsid w:val="00D418DA"/>
    <w:rsid w:val="00D97369"/>
    <w:rsid w:val="00E12A12"/>
    <w:rsid w:val="00E403E7"/>
    <w:rsid w:val="00E56A08"/>
    <w:rsid w:val="00EB2E2B"/>
    <w:rsid w:val="00EB58C6"/>
    <w:rsid w:val="00EC58FE"/>
    <w:rsid w:val="00ED4066"/>
    <w:rsid w:val="00EF4617"/>
    <w:rsid w:val="00F35BD3"/>
    <w:rsid w:val="00F55D29"/>
    <w:rsid w:val="00F93A06"/>
    <w:rsid w:val="00FB1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300E4"/>
    <w:rPr>
      <w:sz w:val="24"/>
      <w:szCs w:val="24"/>
    </w:rPr>
  </w:style>
  <w:style w:type="paragraph" w:styleId="Nadpis1">
    <w:name w:val="heading 1"/>
    <w:basedOn w:val="Normln"/>
    <w:next w:val="Normln"/>
    <w:qFormat/>
    <w:rsid w:val="008300E4"/>
    <w:pPr>
      <w:keepNext/>
      <w:outlineLvl w:val="0"/>
    </w:pPr>
    <w:rPr>
      <w:b/>
      <w:sz w:val="28"/>
      <w:szCs w:val="20"/>
    </w:rPr>
  </w:style>
  <w:style w:type="paragraph" w:styleId="Nadpis3">
    <w:name w:val="heading 3"/>
    <w:basedOn w:val="Normln"/>
    <w:next w:val="Normln"/>
    <w:qFormat/>
    <w:rsid w:val="001F70D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1F70D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9111D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111DF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E56A08"/>
    <w:rPr>
      <w:rFonts w:ascii="Tahoma" w:hAnsi="Tahoma" w:cs="Tahoma"/>
      <w:sz w:val="16"/>
      <w:szCs w:val="16"/>
    </w:rPr>
  </w:style>
  <w:style w:type="paragraph" w:styleId="Rozloendokumentu">
    <w:name w:val="Document Map"/>
    <w:basedOn w:val="Normln"/>
    <w:link w:val="RozloendokumentuChar"/>
    <w:rsid w:val="006D62EC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link w:val="Rozloendokumentu"/>
    <w:rsid w:val="006D62E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B13C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05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osef\Data%20aplikac&#237;\Microsoft\&#352;ablony\Sablona_SVP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Sablona_SVP.dot</Template>
  <TotalTime>39</TotalTime>
  <Pages>1</Pages>
  <Words>1441</Words>
  <Characters>8504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Základní škola, Nový Hrádek, okres Náchod</vt:lpstr>
    </vt:vector>
  </TitlesOfParts>
  <Company>Petera</Company>
  <LinksUpToDate>false</LinksUpToDate>
  <CharactersWithSpaces>9926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Základní škola, Nový Hrádek, okres Náchod</dc:title>
  <dc:creator>Petera</dc:creator>
  <cp:lastModifiedBy>spravce</cp:lastModifiedBy>
  <cp:revision>11</cp:revision>
  <cp:lastPrinted>2015-11-21T10:30:00Z</cp:lastPrinted>
  <dcterms:created xsi:type="dcterms:W3CDTF">2010-09-28T20:06:00Z</dcterms:created>
  <dcterms:modified xsi:type="dcterms:W3CDTF">2015-11-21T10:30:00Z</dcterms:modified>
</cp:coreProperties>
</file>